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FE" w:rsidRPr="003F22FE" w:rsidRDefault="003F22FE" w:rsidP="003F22FE">
      <w:pPr>
        <w:spacing w:line="480" w:lineRule="auto"/>
        <w:ind w:firstLine="720"/>
        <w:rPr>
          <w:rFonts w:ascii="Times New Roman" w:hAnsi="Times New Roman"/>
          <w:sz w:val="24"/>
          <w:szCs w:val="24"/>
        </w:rPr>
      </w:pPr>
      <w:r w:rsidRPr="003F22FE">
        <w:rPr>
          <w:rFonts w:ascii="Times New Roman" w:hAnsi="Times New Roman"/>
          <w:sz w:val="24"/>
          <w:szCs w:val="24"/>
        </w:rPr>
        <w:t xml:space="preserve">On any of the normal ordering that I have been asked to do, I have just used a generic purchase order similar to the one following this page. </w:t>
      </w:r>
      <w:r>
        <w:rPr>
          <w:rFonts w:ascii="Times New Roman" w:hAnsi="Times New Roman"/>
          <w:sz w:val="24"/>
          <w:szCs w:val="24"/>
        </w:rPr>
        <w:t xml:space="preserve"> Most of the companies that I have placed orders with or purchased goods from have purchase orders in their catalogs or on the websites.  I simply have used these and provided a receipt for online purchases for which I have been given permission.</w:t>
      </w:r>
      <w:r w:rsidRPr="003F22FE">
        <w:rPr>
          <w:rFonts w:ascii="Times New Roman" w:hAnsi="Times New Roman"/>
          <w:sz w:val="24"/>
          <w:szCs w:val="24"/>
        </w:rPr>
        <w:t xml:space="preserve"> </w:t>
      </w:r>
      <w:r w:rsidRPr="003F22FE">
        <w:rPr>
          <w:rFonts w:ascii="Times New Roman" w:hAnsi="Times New Roman"/>
          <w:sz w:val="24"/>
          <w:szCs w:val="24"/>
        </w:rPr>
        <w:br w:type="page"/>
      </w:r>
    </w:p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412"/>
        <w:gridCol w:w="5388"/>
      </w:tblGrid>
      <w:tr w:rsidR="0093568C" w:rsidRPr="001E3C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12" w:type="dxa"/>
          </w:tcPr>
          <w:p w:rsidR="0093568C" w:rsidRDefault="00310044" w:rsidP="00A67B29">
            <w:pPr>
              <w:pStyle w:val="Heading2"/>
            </w:pPr>
            <w:r>
              <w:lastRenderedPageBreak/>
              <w:t>Garfield County School District</w:t>
            </w:r>
          </w:p>
          <w:p w:rsidR="0093568C" w:rsidRDefault="0093568C" w:rsidP="008C1DFD">
            <w:pPr>
              <w:pStyle w:val="Heading3"/>
            </w:pPr>
          </w:p>
          <w:p w:rsidR="0093568C" w:rsidRPr="001E3C2E" w:rsidRDefault="0093568C" w:rsidP="001E3C2E"/>
          <w:p w:rsidR="0093568C" w:rsidRPr="001E3C2E" w:rsidRDefault="00310044" w:rsidP="001E3C2E"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P.</w:t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O. Box 398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145 East Center Street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Panguitch, Utah  84759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Ph. 435-676-8821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Fax. 435-676-826</w:t>
            </w:r>
          </w:p>
        </w:tc>
        <w:tc>
          <w:tcPr>
            <w:tcW w:w="5388" w:type="dxa"/>
          </w:tcPr>
          <w:p w:rsidR="0093568C" w:rsidRDefault="0093568C" w:rsidP="00E6107D">
            <w:pPr>
              <w:pStyle w:val="Heading1"/>
            </w:pPr>
            <w:r w:rsidRPr="001E3C2E">
              <w:t>PURCHASE</w:t>
            </w:r>
            <w:r w:rsidR="001E3C2E">
              <w:t xml:space="preserve"> </w:t>
            </w:r>
            <w:r w:rsidRPr="001E3C2E">
              <w:t>ORDER</w:t>
            </w:r>
          </w:p>
        </w:tc>
      </w:tr>
      <w:tr w:rsidR="00473FA7" w:rsidRPr="001E3C2E">
        <w:tblPrEx>
          <w:tblCellMar>
            <w:top w:w="0" w:type="dxa"/>
            <w:bottom w:w="0" w:type="dxa"/>
          </w:tblCellMar>
        </w:tblPrEx>
        <w:trPr>
          <w:trHeight w:val="1143"/>
          <w:jc w:val="center"/>
        </w:trPr>
        <w:tc>
          <w:tcPr>
            <w:tcW w:w="10800" w:type="dxa"/>
            <w:gridSpan w:val="2"/>
            <w:vAlign w:val="center"/>
          </w:tcPr>
          <w:p w:rsidR="00473FA7" w:rsidRPr="001E3C2E" w:rsidRDefault="00473FA7" w:rsidP="008B603F">
            <w:pPr>
              <w:pStyle w:val="Heading4"/>
            </w:pPr>
          </w:p>
        </w:tc>
      </w:tr>
    </w:tbl>
    <w:p w:rsidR="0093568C" w:rsidRPr="001E3C2E" w:rsidRDefault="0093568C" w:rsidP="001E3C2E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453"/>
        <w:gridCol w:w="5347"/>
      </w:tblGrid>
      <w:tr w:rsidR="00310044" w:rsidRPr="001E3C2E">
        <w:tblPrEx>
          <w:tblCellMar>
            <w:top w:w="0" w:type="dxa"/>
            <w:bottom w:w="0" w:type="dxa"/>
          </w:tblCellMar>
        </w:tblPrEx>
        <w:trPr>
          <w:trHeight w:val="1440"/>
          <w:jc w:val="center"/>
        </w:trPr>
        <w:tc>
          <w:tcPr>
            <w:tcW w:w="5508" w:type="dxa"/>
          </w:tcPr>
          <w:p w:rsidR="0093568C" w:rsidRPr="001E3C2E" w:rsidRDefault="0093568C" w:rsidP="008B603F">
            <w:pPr>
              <w:pStyle w:val="Heading4"/>
            </w:pPr>
            <w:r w:rsidRPr="001E3C2E">
              <w:t>To:</w:t>
            </w:r>
          </w:p>
          <w:p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8B603F">
              <w:rPr>
                <w:b/>
              </w:rPr>
              <w:instrText>Name</w:instrText>
            </w:r>
            <w:r w:rsidR="00B764B8" w:rsidRPr="001E3C2E">
              <w:instrText>]</w:instrText>
            </w:r>
            <w:r w:rsidRPr="001E3C2E">
              <w:fldChar w:fldCharType="end"/>
            </w:r>
            <w:r w:rsidR="00310044">
              <w:t>_______________________________________________</w:t>
            </w:r>
          </w:p>
          <w:p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</w:instrText>
            </w:r>
            <w:r w:rsidRPr="001E3C2E">
              <w:instrText>o</w:instrText>
            </w:r>
            <w:r w:rsidR="00B764B8" w:rsidRPr="001E3C2E">
              <w:instrText>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8B603F">
              <w:rPr>
                <w:b/>
              </w:rPr>
              <w:instrText>Company</w:instrText>
            </w:r>
            <w:r w:rsidR="00B764B8" w:rsidRPr="008B603F">
              <w:rPr>
                <w:b/>
              </w:rPr>
              <w:instrText xml:space="preserve"> Name</w:instrText>
            </w:r>
            <w:r w:rsidR="00B764B8" w:rsidRPr="001E3C2E">
              <w:instrText>]</w:instrText>
            </w:r>
            <w:r w:rsidRPr="001E3C2E">
              <w:fldChar w:fldCharType="end"/>
            </w:r>
            <w:r w:rsidR="00310044">
              <w:t>______________________________________</w:t>
            </w:r>
          </w:p>
          <w:p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="00B764B8" w:rsidRPr="008B603F">
              <w:rPr>
                <w:b/>
              </w:rPr>
              <w:instrText xml:space="preserve">Street </w:instrText>
            </w:r>
            <w:r w:rsidRPr="008B603F">
              <w:rPr>
                <w:b/>
              </w:rPr>
              <w:instrText>Address</w:instrText>
            </w:r>
            <w:r w:rsidR="00B764B8" w:rsidRPr="001E3C2E">
              <w:instrText>]</w:instrText>
            </w:r>
            <w:r w:rsidRPr="001E3C2E">
              <w:fldChar w:fldCharType="end"/>
            </w:r>
            <w:r w:rsidR="00310044">
              <w:t>_______________________________________</w:t>
            </w:r>
          </w:p>
          <w:p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8B603F">
              <w:rPr>
                <w:b/>
              </w:rPr>
              <w:instrText>City, S</w:instrText>
            </w:r>
            <w:r w:rsidR="00B764B8" w:rsidRPr="008B603F">
              <w:rPr>
                <w:b/>
              </w:rPr>
              <w:instrText xml:space="preserve">T </w:instrText>
            </w:r>
            <w:r w:rsidRPr="008B603F">
              <w:rPr>
                <w:b/>
              </w:rPr>
              <w:instrText xml:space="preserve"> ZIP </w:instrText>
            </w:r>
            <w:r w:rsidR="00B764B8" w:rsidRPr="008B603F">
              <w:rPr>
                <w:b/>
              </w:rPr>
              <w:instrText>Code</w:instrText>
            </w:r>
            <w:r w:rsidR="00B764B8" w:rsidRPr="001E3C2E">
              <w:instrText>]</w:instrText>
            </w:r>
            <w:r w:rsidRPr="001E3C2E">
              <w:fldChar w:fldCharType="end"/>
            </w:r>
            <w:r w:rsidR="00310044">
              <w:t>____________________________________</w:t>
            </w:r>
          </w:p>
          <w:p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8B603F">
              <w:rPr>
                <w:b/>
              </w:rPr>
              <w:instrText>Phone</w:instrText>
            </w:r>
            <w:r w:rsidR="00B764B8" w:rsidRPr="001E3C2E">
              <w:instrText>]</w:instrText>
            </w:r>
            <w:r w:rsidRPr="001E3C2E">
              <w:fldChar w:fldCharType="end"/>
            </w:r>
            <w:r w:rsidR="00310044">
              <w:t>_______________________________________________</w:t>
            </w:r>
          </w:p>
        </w:tc>
        <w:tc>
          <w:tcPr>
            <w:tcW w:w="5508" w:type="dxa"/>
          </w:tcPr>
          <w:p w:rsidR="0093568C" w:rsidRPr="001E3C2E" w:rsidRDefault="0093568C" w:rsidP="008B603F">
            <w:pPr>
              <w:pStyle w:val="Heading4"/>
            </w:pPr>
            <w:r w:rsidRPr="008B603F">
              <w:t>Ship T</w:t>
            </w:r>
            <w:r w:rsidRPr="001E3C2E">
              <w:t>o:</w:t>
            </w:r>
          </w:p>
          <w:p w:rsidR="008B603F" w:rsidRPr="001E3C2E" w:rsidRDefault="008B603F" w:rsidP="008B603F">
            <w:r w:rsidRPr="001E3C2E">
              <w:fldChar w:fldCharType="begin"/>
            </w:r>
            <w:r w:rsidRPr="001E3C2E">
              <w:instrText>MACROBUTTON DoFieldClick [</w:instrText>
            </w:r>
            <w:r w:rsidRPr="008B603F">
              <w:rPr>
                <w:b/>
              </w:rPr>
              <w:instrText>Name</w:instrText>
            </w:r>
            <w:r w:rsidRPr="001E3C2E">
              <w:instrText>]</w:instrText>
            </w:r>
            <w:r w:rsidRPr="001E3C2E">
              <w:fldChar w:fldCharType="end"/>
            </w:r>
            <w:r w:rsidR="00310044">
              <w:t>________________________________</w:t>
            </w:r>
          </w:p>
          <w:p w:rsidR="008B603F" w:rsidRPr="001E3C2E" w:rsidRDefault="008B603F" w:rsidP="008B603F">
            <w:r w:rsidRPr="001E3C2E">
              <w:fldChar w:fldCharType="begin"/>
            </w:r>
            <w:r w:rsidRPr="001E3C2E">
              <w:instrText>MACROBUTTON DoFieldClick [</w:instrText>
            </w:r>
            <w:r w:rsidRPr="008B603F">
              <w:rPr>
                <w:b/>
              </w:rPr>
              <w:instrText>Company Name</w:instrText>
            </w:r>
            <w:r w:rsidRPr="001E3C2E">
              <w:instrText>]</w:instrText>
            </w:r>
            <w:r w:rsidRPr="001E3C2E">
              <w:fldChar w:fldCharType="end"/>
            </w:r>
            <w:r w:rsidR="00310044">
              <w:t>________________________________</w:t>
            </w:r>
          </w:p>
          <w:p w:rsidR="008B603F" w:rsidRPr="001E3C2E" w:rsidRDefault="008B603F" w:rsidP="008B603F">
            <w:r w:rsidRPr="001E3C2E">
              <w:fldChar w:fldCharType="begin"/>
            </w:r>
            <w:r w:rsidRPr="001E3C2E">
              <w:instrText>MACROBUTTON DoFieldClick [</w:instrText>
            </w:r>
            <w:r w:rsidRPr="008B603F">
              <w:rPr>
                <w:b/>
              </w:rPr>
              <w:instrText>Street Address</w:instrText>
            </w:r>
            <w:r w:rsidRPr="001E3C2E">
              <w:instrText>]</w:instrText>
            </w:r>
            <w:r w:rsidRPr="001E3C2E">
              <w:fldChar w:fldCharType="end"/>
            </w:r>
            <w:r w:rsidR="00310044">
              <w:t>________________________________</w:t>
            </w:r>
          </w:p>
          <w:p w:rsidR="008B603F" w:rsidRPr="001E3C2E" w:rsidRDefault="008B603F" w:rsidP="008B603F">
            <w:r w:rsidRPr="001E3C2E">
              <w:fldChar w:fldCharType="begin"/>
            </w:r>
            <w:r w:rsidRPr="001E3C2E">
              <w:instrText>MACROBUTTON DoFieldClick [</w:instrText>
            </w:r>
            <w:r w:rsidRPr="008B603F">
              <w:rPr>
                <w:b/>
              </w:rPr>
              <w:instrText>City, ST  ZIP Code</w:instrText>
            </w:r>
            <w:r w:rsidRPr="001E3C2E">
              <w:instrText>]</w:instrText>
            </w:r>
            <w:r w:rsidRPr="001E3C2E">
              <w:fldChar w:fldCharType="end"/>
            </w:r>
            <w:r w:rsidR="00310044">
              <w:t>________________________________</w:t>
            </w:r>
          </w:p>
          <w:p w:rsidR="0093568C" w:rsidRPr="001E3C2E" w:rsidRDefault="008B603F" w:rsidP="008B603F">
            <w:r w:rsidRPr="001E3C2E">
              <w:fldChar w:fldCharType="begin"/>
            </w:r>
            <w:r w:rsidRPr="001E3C2E">
              <w:instrText>MACROBUTTON DoFieldClick [</w:instrText>
            </w:r>
            <w:r w:rsidRPr="008B603F">
              <w:rPr>
                <w:b/>
              </w:rPr>
              <w:instrText>Phone</w:instrText>
            </w:r>
            <w:r w:rsidRPr="001E3C2E">
              <w:instrText>]</w:instrText>
            </w:r>
            <w:r w:rsidRPr="001E3C2E">
              <w:fldChar w:fldCharType="end"/>
            </w:r>
            <w:r w:rsidR="00310044">
              <w:t>________________________________</w:t>
            </w:r>
          </w:p>
        </w:tc>
      </w:tr>
    </w:tbl>
    <w:p w:rsidR="0093568C" w:rsidRPr="001E3C2E" w:rsidRDefault="0093568C" w:rsidP="001E3C2E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2149"/>
        <w:gridCol w:w="2183"/>
        <w:gridCol w:w="2160"/>
        <w:gridCol w:w="2153"/>
        <w:gridCol w:w="2155"/>
      </w:tblGrid>
      <w:tr w:rsidR="0093568C" w:rsidRPr="001E3C2E">
        <w:trPr>
          <w:cantSplit/>
          <w:trHeight w:val="288"/>
          <w:jc w:val="center"/>
        </w:trPr>
        <w:tc>
          <w:tcPr>
            <w:tcW w:w="2203" w:type="dxa"/>
            <w:tcBorders>
              <w:top w:val="single" w:sz="12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P.O. DATE</w:t>
            </w:r>
          </w:p>
        </w:tc>
        <w:tc>
          <w:tcPr>
            <w:tcW w:w="2203" w:type="dxa"/>
            <w:tcBorders>
              <w:top w:val="single" w:sz="12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REQUISITIONER</w:t>
            </w:r>
          </w:p>
        </w:tc>
        <w:tc>
          <w:tcPr>
            <w:tcW w:w="2203" w:type="dxa"/>
            <w:tcBorders>
              <w:top w:val="single" w:sz="12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SHIPPED VIA</w:t>
            </w:r>
          </w:p>
        </w:tc>
        <w:tc>
          <w:tcPr>
            <w:tcW w:w="2203" w:type="dxa"/>
            <w:tcBorders>
              <w:top w:val="single" w:sz="12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F.O.B. POINT</w:t>
            </w:r>
          </w:p>
        </w:tc>
        <w:tc>
          <w:tcPr>
            <w:tcW w:w="2204" w:type="dxa"/>
            <w:tcBorders>
              <w:top w:val="single" w:sz="12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TERMS</w:t>
            </w:r>
          </w:p>
        </w:tc>
      </w:tr>
      <w:tr w:rsidR="0093568C" w:rsidRPr="001E3C2E">
        <w:trPr>
          <w:cantSplit/>
          <w:trHeight w:val="288"/>
          <w:jc w:val="center"/>
        </w:trPr>
        <w:tc>
          <w:tcPr>
            <w:tcW w:w="2203" w:type="dxa"/>
            <w:vAlign w:val="center"/>
          </w:tcPr>
          <w:p w:rsidR="0093568C" w:rsidRPr="001E3C2E" w:rsidRDefault="0093568C" w:rsidP="0021009B"/>
        </w:tc>
        <w:tc>
          <w:tcPr>
            <w:tcW w:w="2203" w:type="dxa"/>
            <w:vAlign w:val="center"/>
          </w:tcPr>
          <w:p w:rsidR="0093568C" w:rsidRPr="001E3C2E" w:rsidRDefault="0093568C" w:rsidP="0021009B"/>
        </w:tc>
        <w:tc>
          <w:tcPr>
            <w:tcW w:w="2203" w:type="dxa"/>
            <w:vAlign w:val="center"/>
          </w:tcPr>
          <w:p w:rsidR="0093568C" w:rsidRPr="001E3C2E" w:rsidRDefault="0093568C" w:rsidP="0021009B"/>
        </w:tc>
        <w:tc>
          <w:tcPr>
            <w:tcW w:w="2203" w:type="dxa"/>
            <w:vAlign w:val="center"/>
          </w:tcPr>
          <w:p w:rsidR="0093568C" w:rsidRPr="001E3C2E" w:rsidRDefault="0093568C" w:rsidP="0021009B"/>
        </w:tc>
        <w:tc>
          <w:tcPr>
            <w:tcW w:w="2204" w:type="dxa"/>
            <w:vAlign w:val="center"/>
          </w:tcPr>
          <w:p w:rsidR="0093568C" w:rsidRPr="001E3C2E" w:rsidRDefault="0093568C" w:rsidP="0021009B"/>
        </w:tc>
      </w:tr>
    </w:tbl>
    <w:p w:rsidR="0093568C" w:rsidRPr="001E3C2E" w:rsidRDefault="0093568C" w:rsidP="001E3C2E"/>
    <w:p w:rsidR="0093568C" w:rsidRPr="001E3C2E" w:rsidRDefault="0093568C" w:rsidP="001E3C2E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392"/>
        <w:gridCol w:w="1397"/>
        <w:gridCol w:w="3660"/>
        <w:gridCol w:w="1481"/>
        <w:gridCol w:w="1466"/>
        <w:gridCol w:w="1404"/>
      </w:tblGrid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QTY</w:t>
            </w:r>
          </w:p>
        </w:tc>
        <w:tc>
          <w:tcPr>
            <w:tcW w:w="14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UNIT</w:t>
            </w:r>
          </w:p>
        </w:tc>
        <w:tc>
          <w:tcPr>
            <w:tcW w:w="5270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DESCRIPTION</w:t>
            </w:r>
          </w:p>
        </w:tc>
        <w:tc>
          <w:tcPr>
            <w:tcW w:w="148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UNIT PRICE</w:t>
            </w:r>
          </w:p>
        </w:tc>
        <w:tc>
          <w:tcPr>
            <w:tcW w:w="14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68C" w:rsidRPr="001E3C2E" w:rsidRDefault="0093568C" w:rsidP="0021009B">
            <w:pPr>
              <w:pStyle w:val="CenteredHeading"/>
            </w:pPr>
            <w:r w:rsidRPr="001E3C2E">
              <w:t>TOTAL</w:t>
            </w:r>
          </w:p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68C" w:rsidRPr="001E3C2E" w:rsidRDefault="0093568C" w:rsidP="0021009B"/>
        </w:tc>
        <w:tc>
          <w:tcPr>
            <w:tcW w:w="5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6595" w:type="dxa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93568C" w:rsidRPr="001E3C2E" w:rsidRDefault="0093568C" w:rsidP="001E3C2E"/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>
            <w:pPr>
              <w:pStyle w:val="RightAlignedHeading"/>
            </w:pPr>
            <w:r w:rsidRPr="001E3C2E">
              <w:t>SUBTOTAL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il"/>
              <w:right w:val="nil"/>
            </w:tcBorders>
          </w:tcPr>
          <w:p w:rsidR="0093568C" w:rsidRPr="001E3C2E" w:rsidRDefault="0093568C" w:rsidP="001E3C2E"/>
        </w:tc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>
            <w:pPr>
              <w:pStyle w:val="RightAlignedHeading"/>
            </w:pPr>
            <w:r w:rsidRPr="001E3C2E">
              <w:t>SALES TAX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il"/>
              <w:right w:val="nil"/>
            </w:tcBorders>
          </w:tcPr>
          <w:p w:rsidR="0093568C" w:rsidRPr="001E3C2E" w:rsidRDefault="0093568C" w:rsidP="001E3C2E"/>
        </w:tc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>
            <w:pPr>
              <w:pStyle w:val="RightAlignedHeading"/>
            </w:pPr>
            <w:r w:rsidRPr="001E3C2E">
              <w:t>SHIPPING &amp; HANDLING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il"/>
              <w:right w:val="nil"/>
            </w:tcBorders>
          </w:tcPr>
          <w:p w:rsidR="0093568C" w:rsidRPr="001E3C2E" w:rsidRDefault="0093568C" w:rsidP="001E3C2E"/>
        </w:tc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>
            <w:pPr>
              <w:pStyle w:val="RightAlignedHeading"/>
            </w:pPr>
            <w:r w:rsidRPr="001E3C2E">
              <w:t>OTHER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  <w:tr w:rsidR="0093568C" w:rsidRPr="001E3C2E">
        <w:trPr>
          <w:cantSplit/>
          <w:trHeight w:val="288"/>
          <w:jc w:val="center"/>
        </w:trPr>
        <w:tc>
          <w:tcPr>
            <w:tcW w:w="6595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93568C" w:rsidRPr="001E3C2E" w:rsidRDefault="0093568C" w:rsidP="001E3C2E"/>
        </w:tc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>
            <w:pPr>
              <w:pStyle w:val="RightAlignedHeading"/>
            </w:pPr>
            <w:r w:rsidRPr="001E3C2E">
              <w:t>TOTAL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93568C" w:rsidP="0021009B"/>
        </w:tc>
      </w:tr>
    </w:tbl>
    <w:p w:rsidR="0093568C" w:rsidRPr="001E3C2E" w:rsidRDefault="0093568C" w:rsidP="001E3C2E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126"/>
        <w:gridCol w:w="523"/>
        <w:gridCol w:w="3782"/>
        <w:gridCol w:w="1369"/>
      </w:tblGrid>
      <w:tr w:rsidR="0093568C" w:rsidRPr="001E3C2E" w:rsidTr="00D721AA">
        <w:tblPrEx>
          <w:tblCellMar>
            <w:top w:w="0" w:type="dxa"/>
            <w:bottom w:w="0" w:type="dxa"/>
          </w:tblCellMar>
        </w:tblPrEx>
        <w:trPr>
          <w:trHeight w:val="2234"/>
          <w:jc w:val="center"/>
        </w:trPr>
        <w:tc>
          <w:tcPr>
            <w:tcW w:w="5126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3568C" w:rsidRPr="001E3C2E" w:rsidRDefault="00310044" w:rsidP="00310044">
            <w:pPr>
              <w:pStyle w:val="NumberedList"/>
              <w:numPr>
                <w:ilvl w:val="0"/>
                <w:numId w:val="0"/>
              </w:numPr>
            </w:pPr>
            <w:r>
              <w:t>Authorized by _________________________________________________________</w:t>
            </w:r>
          </w:p>
        </w:tc>
        <w:tc>
          <w:tcPr>
            <w:tcW w:w="523" w:type="dxa"/>
            <w:tcBorders>
              <w:left w:val="nil"/>
            </w:tcBorders>
          </w:tcPr>
          <w:p w:rsidR="0093568C" w:rsidRPr="001E3C2E" w:rsidRDefault="0093568C" w:rsidP="001E3C2E"/>
        </w:tc>
        <w:tc>
          <w:tcPr>
            <w:tcW w:w="5151" w:type="dxa"/>
            <w:gridSpan w:val="2"/>
            <w:tcBorders>
              <w:bottom w:val="single" w:sz="2" w:space="0" w:color="auto"/>
            </w:tcBorders>
          </w:tcPr>
          <w:p w:rsidR="0093568C" w:rsidRPr="001E3C2E" w:rsidRDefault="0093568C" w:rsidP="001E3C2E"/>
        </w:tc>
      </w:tr>
      <w:tr w:rsidR="00A67B29" w:rsidRPr="001E3C2E" w:rsidTr="00D721A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26" w:type="dxa"/>
          </w:tcPr>
          <w:p w:rsidR="00A67B29" w:rsidRPr="001E3C2E" w:rsidRDefault="00A67B29" w:rsidP="001E3C2E"/>
        </w:tc>
        <w:tc>
          <w:tcPr>
            <w:tcW w:w="523" w:type="dxa"/>
          </w:tcPr>
          <w:p w:rsidR="00A67B29" w:rsidRPr="001E3C2E" w:rsidRDefault="00A67B29" w:rsidP="001E3C2E"/>
        </w:tc>
        <w:tc>
          <w:tcPr>
            <w:tcW w:w="3782" w:type="dxa"/>
            <w:tcBorders>
              <w:top w:val="single" w:sz="2" w:space="0" w:color="auto"/>
            </w:tcBorders>
          </w:tcPr>
          <w:p w:rsidR="00A67B29" w:rsidRPr="001E3C2E" w:rsidRDefault="00A67B29" w:rsidP="001E3C2E"/>
        </w:tc>
        <w:tc>
          <w:tcPr>
            <w:tcW w:w="1369" w:type="dxa"/>
            <w:tcBorders>
              <w:top w:val="single" w:sz="2" w:space="0" w:color="auto"/>
            </w:tcBorders>
          </w:tcPr>
          <w:p w:rsidR="00A67B29" w:rsidRPr="001E3C2E" w:rsidRDefault="00A67B29" w:rsidP="001E3C2E"/>
        </w:tc>
      </w:tr>
    </w:tbl>
    <w:p w:rsidR="00D721AA" w:rsidRDefault="00D721AA" w:rsidP="00D721AA"/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D721AA" w:rsidTr="005C637E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alias w:val="Company"/>
              <w:id w:val="20735487"/>
              <w:placeholder>
                <w:docPart w:val="D3952E6FA8584F6DA453B37F188A7D5C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 w:rsidR="00D721AA" w:rsidRDefault="00D721AA" w:rsidP="005C637E">
                <w:pPr>
                  <w:pStyle w:val="CompanyName"/>
                </w:pPr>
                <w:r>
                  <w:t>Garfield COunty school district</w:t>
                </w:r>
              </w:p>
            </w:sdtContent>
          </w:sdt>
          <w:sdt>
            <w:sdtPr>
              <w:id w:val="3114724"/>
              <w:placeholder>
                <w:docPart w:val="9F63DBD8C5B3485D97DAB186015BB497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CompanySlogan"/>
                </w:pPr>
                <w:r>
                  <w:t>[Company Slogan]</w:t>
                </w:r>
              </w:p>
            </w:sdtContent>
          </w:sdt>
          <w:p w:rsidR="00D721AA" w:rsidRDefault="00D721AA" w:rsidP="005C637E">
            <w:pPr>
              <w:pStyle w:val="Address"/>
            </w:pP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P.O. Box 398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145 East Center Street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Panguitch, Utah  84759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Ph. 435-676-8821</w:t>
            </w:r>
            <w:r>
              <w:rPr>
                <w:rFonts w:ascii="Verdana" w:hAnsi="Verdana"/>
                <w:color w:val="FFFFFF"/>
                <w:sz w:val="20"/>
                <w:szCs w:val="20"/>
              </w:rPr>
              <w:br/>
            </w:r>
            <w:r>
              <w:rPr>
                <w:rFonts w:ascii="Verdana" w:hAnsi="Verdana"/>
                <w:color w:val="FFFFFF"/>
                <w:sz w:val="20"/>
                <w:szCs w:val="20"/>
                <w:shd w:val="clear" w:color="auto" w:fill="3A2E2E"/>
              </w:rPr>
              <w:t>Fax. 435-676-826</w:t>
            </w:r>
          </w:p>
        </w:tc>
        <w:tc>
          <w:tcPr>
            <w:tcW w:w="5191" w:type="dxa"/>
            <w:gridSpan w:val="8"/>
          </w:tcPr>
          <w:p w:rsidR="00D721AA" w:rsidRDefault="00D721AA" w:rsidP="005C637E">
            <w:pPr>
              <w:pStyle w:val="PurchaseOrderTitle"/>
            </w:pPr>
            <w:r>
              <w:t>Purchase Order</w:t>
            </w:r>
          </w:p>
        </w:tc>
      </w:tr>
      <w:tr w:rsidR="00D721AA" w:rsidTr="005C637E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:rsidR="00D721AA" w:rsidRDefault="00D721AA" w:rsidP="005C637E">
            <w:pPr>
              <w:pStyle w:val="Copy-Bold"/>
            </w:pPr>
          </w:p>
        </w:tc>
      </w:tr>
      <w:tr w:rsidR="00D721AA" w:rsidTr="005C637E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:rsidR="00D721AA" w:rsidRDefault="00D721AA" w:rsidP="005C637E">
            <w:pPr>
              <w:pStyle w:val="ColumnHeading"/>
            </w:pPr>
            <w:r>
              <w:t>TO:</w:t>
            </w:r>
          </w:p>
          <w:sdt>
            <w:sdtPr>
              <w:id w:val="722501879"/>
              <w:placeholder>
                <w:docPart w:val="9BE4FB066A834CBDAAA8E0CB97DA9E0A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Copy-Bold"/>
                </w:pPr>
                <w:r>
                  <w:t>[Purchaser Name]</w:t>
                </w:r>
              </w:p>
            </w:sdtContent>
          </w:sdt>
          <w:sdt>
            <w:sdtPr>
              <w:id w:val="722501863"/>
              <w:placeholder>
                <w:docPart w:val="533498D41160436C9B3C225A56EB9164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0"/>
              <w:placeholder>
                <w:docPart w:val="E03B3A992B3543E59558E8683BB23E8F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1"/>
              <w:placeholder>
                <w:docPart w:val="D1E7DD588E3043E0A6423AF01C2A826B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2"/>
              <w:placeholder>
                <w:docPart w:val="3984B25A3F204078B2AA4036C0EF9D97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3779" w:type="dxa"/>
            <w:gridSpan w:val="6"/>
          </w:tcPr>
          <w:p w:rsidR="00D721AA" w:rsidRDefault="00D721AA" w:rsidP="005C637E">
            <w:pPr>
              <w:pStyle w:val="ColumnHeading"/>
            </w:pPr>
            <w:r>
              <w:t>SHIP TO:</w:t>
            </w:r>
          </w:p>
          <w:sdt>
            <w:sdtPr>
              <w:id w:val="722501884"/>
              <w:placeholder>
                <w:docPart w:val="6AC81FB805614C18BF999C9489AE54A8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Copy-Bold"/>
                </w:pPr>
                <w:r>
                  <w:t>[Recipient Name]</w:t>
                </w:r>
              </w:p>
            </w:sdtContent>
          </w:sdt>
          <w:sdt>
            <w:sdtPr>
              <w:id w:val="722501875"/>
              <w:placeholder>
                <w:docPart w:val="81A4620D0F1B42108FE6ABC389C7A2BC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[Company Name]</w:t>
                </w:r>
              </w:p>
            </w:sdtContent>
          </w:sdt>
          <w:sdt>
            <w:sdtPr>
              <w:id w:val="722501876"/>
              <w:placeholder>
                <w:docPart w:val="BE74A13E18FD47BA864A0352D92E2BEB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[Street Address]</w:t>
                </w:r>
              </w:p>
            </w:sdtContent>
          </w:sdt>
          <w:sdt>
            <w:sdtPr>
              <w:id w:val="722501877"/>
              <w:placeholder>
                <w:docPart w:val="532B56C560A94D008C46E71860A9D87F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>[City, ST  ZIP Code]</w:t>
                </w:r>
              </w:p>
            </w:sdtContent>
          </w:sdt>
          <w:sdt>
            <w:sdtPr>
              <w:id w:val="722501878"/>
              <w:placeholder>
                <w:docPart w:val="7A53DEF94B974DBE83685F55FAB0DAC2"/>
              </w:placeholder>
              <w:temporary/>
              <w:showingPlcHdr/>
            </w:sdtPr>
            <w:sdtContent>
              <w:p w:rsidR="00D721AA" w:rsidRDefault="00D721AA" w:rsidP="005C637E">
                <w:pPr>
                  <w:pStyle w:val="Address"/>
                </w:pPr>
                <w:r>
                  <w:t xml:space="preserve">[Phone Number] </w:t>
                </w:r>
              </w:p>
            </w:sdtContent>
          </w:sdt>
        </w:tc>
        <w:tc>
          <w:tcPr>
            <w:tcW w:w="2512" w:type="dxa"/>
            <w:gridSpan w:val="4"/>
          </w:tcPr>
          <w:p w:rsidR="00D721AA" w:rsidRDefault="00D721AA" w:rsidP="005C637E">
            <w:pPr>
              <w:pStyle w:val="ColumnHeading"/>
            </w:pPr>
            <w:r>
              <w:t xml:space="preserve">P.O. Number: </w:t>
            </w:r>
          </w:p>
          <w:p w:rsidR="00D721AA" w:rsidRDefault="00D721AA" w:rsidP="005C637E">
            <w:pPr>
              <w:pStyle w:val="Copy-Bold"/>
            </w:pPr>
            <w:sdt>
              <w:sdtPr>
                <w:id w:val="3114818"/>
                <w:placeholder>
                  <w:docPart w:val="88CF8BECF2F44D65A1E0AF3C6ED60EA3"/>
                </w:placeholder>
                <w:temporary/>
                <w:showingPlcHdr/>
              </w:sdtPr>
              <w:sdtContent>
                <w:r>
                  <w:t>[P.O. number]</w:t>
                </w:r>
              </w:sdtContent>
            </w:sdt>
          </w:p>
          <w:p w:rsidR="00D721AA" w:rsidRDefault="00D721AA" w:rsidP="005C637E">
            <w:pPr>
              <w:pStyle w:val="Note"/>
            </w:pPr>
            <w:r>
              <w:t>[The P.O. number must appear on all related correspondence, shipping papers, and invoices]</w:t>
            </w:r>
          </w:p>
          <w:p w:rsidR="00D721AA" w:rsidRDefault="00D721AA" w:rsidP="005C637E">
            <w:pPr>
              <w:pStyle w:val="Copy-Bold"/>
            </w:pPr>
          </w:p>
        </w:tc>
      </w:tr>
      <w:tr w:rsidR="00D721AA" w:rsidTr="005C637E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95B3D7" w:themeColor="accent1" w:themeTint="99"/>
            </w:tcBorders>
          </w:tcPr>
          <w:p w:rsidR="00D721AA" w:rsidRDefault="00D721AA" w:rsidP="005C637E"/>
        </w:tc>
      </w:tr>
      <w:tr w:rsidR="00D721AA" w:rsidTr="005C637E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TERMS</w:t>
            </w: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  <w:sdt>
              <w:sdtPr>
                <w:id w:val="3114871"/>
                <w:placeholder>
                  <w:docPart w:val="AC37418491C6444F8124C89580FF6923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>
                  <w:t>Pick the Date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2017" w:type="dxa"/>
            <w:gridSpan w:val="3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995" w:type="dxa"/>
            <w:gridSpan w:val="3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949" w:type="dxa"/>
            <w:gridSpan w:val="3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</w:tr>
      <w:tr w:rsidR="00D721AA" w:rsidTr="005C637E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95B3D7" w:themeColor="accent1" w:themeTint="99"/>
              <w:bottom w:val="single" w:sz="4" w:space="0" w:color="95B3D7" w:themeColor="accent1" w:themeTint="99"/>
            </w:tcBorders>
          </w:tcPr>
          <w:p w:rsidR="00D721AA" w:rsidRDefault="00D721AA" w:rsidP="005C637E"/>
        </w:tc>
      </w:tr>
      <w:tr w:rsidR="00D721AA" w:rsidTr="005C637E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UNIT PRICE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DBE5F1" w:themeColor="accent1" w:themeTint="33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D721AA" w:rsidRDefault="00D721AA" w:rsidP="005C637E">
            <w:pPr>
              <w:pStyle w:val="ColumnHeading"/>
            </w:pPr>
            <w:r>
              <w:t>TOTAL</w:t>
            </w: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sdt>
          <w:sdtPr>
            <w:id w:val="20735544"/>
            <w:placeholder>
              <w:docPart w:val="E3A2133101A4402FB89CF88520CABBED"/>
            </w:placeholder>
            <w:temporary/>
            <w:showingPlcHdr/>
          </w:sdtPr>
          <w:sdtContent>
            <w:tc>
              <w:tcPr>
                <w:tcW w:w="4821" w:type="dxa"/>
                <w:gridSpan w:val="6"/>
                <w:tcBorders>
                  <w:top w:val="single" w:sz="4" w:space="0" w:color="95B3D7" w:themeColor="accent1" w:themeTint="99"/>
                  <w:left w:val="single" w:sz="4" w:space="0" w:color="95B3D7" w:themeColor="accent1" w:themeTint="99"/>
                  <w:bottom w:val="single" w:sz="4" w:space="0" w:color="95B3D7" w:themeColor="accent1" w:themeTint="99"/>
                  <w:right w:val="single" w:sz="4" w:space="0" w:color="95B3D7" w:themeColor="accent1" w:themeTint="99"/>
                </w:tcBorders>
                <w:vAlign w:val="center"/>
              </w:tcPr>
              <w:p w:rsidR="00D721AA" w:rsidRDefault="00D721AA" w:rsidP="005C637E">
                <w:pPr>
                  <w:pStyle w:val="Copy"/>
                </w:pPr>
                <w:r>
                  <w:t>[Description of Item]</w:t>
                </w:r>
              </w:p>
            </w:tc>
          </w:sdtContent>
        </w:sdt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  <w:bookmarkStart w:id="0" w:name="_GoBack"/>
            <w:bookmarkEnd w:id="0"/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3" w:type="dxa"/>
            <w:gridSpan w:val="2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4821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</w:pPr>
          </w:p>
        </w:tc>
        <w:tc>
          <w:tcPr>
            <w:tcW w:w="1317" w:type="dxa"/>
            <w:gridSpan w:val="4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95B3D7" w:themeColor="accent1" w:themeTint="99"/>
              <w:right w:val="single" w:sz="4" w:space="0" w:color="95B3D7" w:themeColor="accent1" w:themeTint="99"/>
            </w:tcBorders>
            <w:shd w:val="clear" w:color="auto" w:fill="auto"/>
            <w:vAlign w:val="center"/>
          </w:tcPr>
          <w:p w:rsidR="00D721AA" w:rsidRDefault="00D721AA" w:rsidP="005C637E"/>
        </w:tc>
        <w:tc>
          <w:tcPr>
            <w:tcW w:w="2633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lumnHeading"/>
            </w:pPr>
            <w:r>
              <w:t>SUBTOTAL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95B3D7" w:themeColor="accent1" w:themeTint="99"/>
            </w:tcBorders>
            <w:shd w:val="clear" w:color="auto" w:fill="auto"/>
            <w:vAlign w:val="center"/>
          </w:tcPr>
          <w:p w:rsidR="00D721AA" w:rsidRDefault="00D721AA" w:rsidP="005C637E"/>
        </w:tc>
        <w:tc>
          <w:tcPr>
            <w:tcW w:w="2633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lumnHeading"/>
            </w:pPr>
            <w:r>
              <w:t>SALES TAX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D721AA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:rsidR="00D721AA" w:rsidRDefault="00D721AA" w:rsidP="00D721AA">
            <w:pPr>
              <w:pStyle w:val="ListforInstructions"/>
              <w:spacing w:line="240" w:lineRule="auto"/>
            </w:pPr>
            <w:r>
              <w:t>Please send two copies of your invoice.</w:t>
            </w:r>
          </w:p>
          <w:p w:rsidR="00D721AA" w:rsidRDefault="00D721AA" w:rsidP="00D721AA">
            <w:pPr>
              <w:pStyle w:val="ListforInstructions"/>
              <w:spacing w:line="240" w:lineRule="auto"/>
            </w:pPr>
            <w:r>
              <w:t>Enter this order in accordance with the prices, terms, delivery method, and specifications listed above.</w:t>
            </w:r>
          </w:p>
          <w:p w:rsidR="00D721AA" w:rsidRDefault="00D721AA" w:rsidP="00D721AA">
            <w:pPr>
              <w:pStyle w:val="ListforInstructions"/>
              <w:spacing w:line="240" w:lineRule="auto"/>
            </w:pPr>
            <w:r>
              <w:t>Please notify us immediately if you are unable to ship as specified.</w:t>
            </w:r>
          </w:p>
          <w:p w:rsidR="00D721AA" w:rsidRDefault="00D721AA" w:rsidP="00D721AA">
            <w:pPr>
              <w:pStyle w:val="ListforInstructions"/>
              <w:spacing w:line="240" w:lineRule="auto"/>
            </w:pPr>
            <w:r>
              <w:t>Send all correspondence to:</w:t>
            </w:r>
          </w:p>
          <w:sdt>
            <w:sdtPr>
              <w:alias w:val="Author"/>
              <w:id w:val="20735609"/>
              <w:placeholder>
                <w:docPart w:val="C7F26E8385EB4D1693173C2FBF2C05C7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Content>
              <w:p w:rsidR="00D721AA" w:rsidRDefault="00D721AA" w:rsidP="005C637E">
                <w:pPr>
                  <w:pStyle w:val="SecondLevelList"/>
                </w:pPr>
                <w:proofErr w:type="spellStart"/>
                <w:r>
                  <w:t>Janece</w:t>
                </w:r>
                <w:proofErr w:type="spellEnd"/>
              </w:p>
            </w:sdtContent>
          </w:sdt>
          <w:sdt>
            <w:sdtPr>
              <w:alias w:val="Company Address"/>
              <w:tag w:val="Company Address"/>
              <w:id w:val="20735673"/>
              <w:placeholder>
                <w:docPart w:val="61BEBAAECAE54FBBB755FA85E0EA5ABB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Content>
              <w:p w:rsidR="00D721AA" w:rsidRDefault="00D721AA" w:rsidP="005C637E">
                <w:pPr>
                  <w:pStyle w:val="SecondLevelList"/>
                </w:pPr>
                <w:r>
                  <w:t>[Street Address]</w:t>
                </w:r>
                <w:r>
                  <w:br/>
                  <w:t>[City, ST ZIP Code]</w:t>
                </w:r>
              </w:p>
            </w:sdtContent>
          </w:sdt>
          <w:sdt>
            <w:sdtPr>
              <w:alias w:val="Company Phone"/>
              <w:tag w:val="Company Phone"/>
              <w:id w:val="20735726"/>
              <w:placeholder>
                <w:docPart w:val="BDCE1814A62648C0A3C810919E1CD964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Content>
              <w:p w:rsidR="00D721AA" w:rsidRDefault="00D721AA" w:rsidP="005C637E">
                <w:pPr>
                  <w:pStyle w:val="SecondLevelList"/>
                </w:pPr>
                <w:r>
                  <w:t>[Phone Number]</w:t>
                </w:r>
              </w:p>
            </w:sdtContent>
          </w:sdt>
          <w:sdt>
            <w:sdtPr>
              <w:alias w:val="Company Fax"/>
              <w:tag w:val="Company Fax"/>
              <w:id w:val="20735778"/>
              <w:placeholder>
                <w:docPart w:val="72718CC695824E14A45E91ED6DCEFE13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Content>
              <w:p w:rsidR="00D721AA" w:rsidRDefault="00D721AA" w:rsidP="005C637E">
                <w:pPr>
                  <w:pStyle w:val="SecondLevelList"/>
                </w:pPr>
                <w:r>
                  <w:t>[Fax Number]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95B3D7" w:themeColor="accent1" w:themeTint="99"/>
            </w:tcBorders>
            <w:shd w:val="clear" w:color="auto" w:fill="auto"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lumnHeading"/>
            </w:pPr>
            <w:r>
              <w:t>SHIPPING AND HANDLING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95B3D7" w:themeColor="accent1" w:themeTint="99"/>
            </w:tcBorders>
            <w:shd w:val="clear" w:color="auto" w:fill="auto"/>
            <w:vAlign w:val="center"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lumnHeading"/>
            </w:pPr>
            <w:r>
              <w:t>OTHER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py"/>
              <w:jc w:val="right"/>
            </w:pPr>
          </w:p>
        </w:tc>
      </w:tr>
      <w:tr w:rsidR="00D721AA" w:rsidTr="005C637E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1240" w:type="dxa"/>
            <w:vMerge/>
            <w:tcBorders>
              <w:right w:val="single" w:sz="4" w:space="0" w:color="95B3D7" w:themeColor="accent1" w:themeTint="99"/>
            </w:tcBorders>
            <w:shd w:val="clear" w:color="auto" w:fill="auto"/>
            <w:vAlign w:val="center"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2633" w:type="dxa"/>
            <w:gridSpan w:val="6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5C637E">
            <w:pPr>
              <w:pStyle w:val="ColumnHeading"/>
            </w:pPr>
            <w:r>
              <w:t>TOTAL</w:t>
            </w:r>
          </w:p>
        </w:tc>
        <w:tc>
          <w:tcPr>
            <w:tcW w:w="1318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  <w:vAlign w:val="center"/>
          </w:tcPr>
          <w:p w:rsidR="00D721AA" w:rsidRDefault="00D721AA" w:rsidP="00D721AA">
            <w:pPr>
              <w:pStyle w:val="Copy-Bold"/>
              <w:jc w:val="right"/>
            </w:pPr>
            <w:r>
              <w:t>$</w:t>
            </w:r>
          </w:p>
        </w:tc>
      </w:tr>
      <w:tr w:rsidR="00D721AA" w:rsidTr="005C637E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1240" w:type="dxa"/>
            <w:vMerge/>
          </w:tcPr>
          <w:p w:rsidR="00D721AA" w:rsidRDefault="00D721AA" w:rsidP="005C637E">
            <w:pPr>
              <w:pStyle w:val="SecondLevelList"/>
            </w:pPr>
          </w:p>
        </w:tc>
        <w:tc>
          <w:tcPr>
            <w:tcW w:w="3962" w:type="dxa"/>
            <w:gridSpan w:val="8"/>
            <w:tcBorders>
              <w:top w:val="single" w:sz="4" w:space="0" w:color="95B3D7" w:themeColor="accent1" w:themeTint="99"/>
            </w:tcBorders>
          </w:tcPr>
          <w:p w:rsidR="00D721AA" w:rsidRDefault="00D721AA" w:rsidP="005C637E">
            <w:pPr>
              <w:pStyle w:val="SecondLevelList"/>
            </w:pPr>
          </w:p>
        </w:tc>
      </w:tr>
      <w:tr w:rsidR="00D721AA" w:rsidTr="005C637E">
        <w:trPr>
          <w:jc w:val="center"/>
        </w:trPr>
        <w:tc>
          <w:tcPr>
            <w:tcW w:w="10080" w:type="dxa"/>
            <w:gridSpan w:val="15"/>
          </w:tcPr>
          <w:p w:rsidR="00D721AA" w:rsidRDefault="00D721AA" w:rsidP="005C637E"/>
        </w:tc>
      </w:tr>
      <w:tr w:rsidR="00D721AA" w:rsidTr="005C637E">
        <w:trPr>
          <w:jc w:val="center"/>
        </w:trPr>
        <w:tc>
          <w:tcPr>
            <w:tcW w:w="4878" w:type="dxa"/>
            <w:gridSpan w:val="6"/>
          </w:tcPr>
          <w:p w:rsidR="00D721AA" w:rsidRDefault="00D721AA" w:rsidP="005C637E"/>
        </w:tc>
        <w:tc>
          <w:tcPr>
            <w:tcW w:w="3755" w:type="dxa"/>
            <w:gridSpan w:val="6"/>
            <w:tcBorders>
              <w:top w:val="single" w:sz="4" w:space="0" w:color="95B3D7" w:themeColor="accent1" w:themeTint="99"/>
            </w:tcBorders>
          </w:tcPr>
          <w:p w:rsidR="00D721AA" w:rsidRDefault="00D721AA" w:rsidP="00D721AA">
            <w:pPr>
              <w:pStyle w:val="Italic"/>
            </w:pPr>
            <w:r>
              <w:t xml:space="preserve">Authorized by </w:t>
            </w:r>
          </w:p>
        </w:tc>
        <w:tc>
          <w:tcPr>
            <w:tcW w:w="1447" w:type="dxa"/>
            <w:gridSpan w:val="3"/>
            <w:tcBorders>
              <w:top w:val="single" w:sz="4" w:space="0" w:color="95B3D7" w:themeColor="accent1" w:themeTint="99"/>
            </w:tcBorders>
          </w:tcPr>
          <w:p w:rsidR="00D721AA" w:rsidRDefault="00D721AA" w:rsidP="00D721AA">
            <w:pPr>
              <w:pStyle w:val="Copy"/>
            </w:pPr>
            <w:r>
              <w:t>date</w:t>
            </w:r>
          </w:p>
        </w:tc>
      </w:tr>
    </w:tbl>
    <w:p w:rsidR="00D721AA" w:rsidRDefault="00D721AA" w:rsidP="00D721AA"/>
    <w:p w:rsidR="00D721AA" w:rsidRDefault="00D721AA" w:rsidP="00D721AA"/>
    <w:p w:rsidR="00B764B8" w:rsidRPr="001E3C2E" w:rsidRDefault="00B764B8" w:rsidP="001E3C2E"/>
    <w:sectPr w:rsidR="00B764B8" w:rsidRPr="001E3C2E" w:rsidSect="00473FA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1A" w:rsidRDefault="0047091A" w:rsidP="003F22FE">
      <w:pPr>
        <w:spacing w:line="240" w:lineRule="auto"/>
      </w:pPr>
      <w:r>
        <w:separator/>
      </w:r>
    </w:p>
  </w:endnote>
  <w:endnote w:type="continuationSeparator" w:id="0">
    <w:p w:rsidR="0047091A" w:rsidRDefault="0047091A" w:rsidP="003F22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1A" w:rsidRDefault="0047091A" w:rsidP="003F22FE">
      <w:pPr>
        <w:spacing w:line="240" w:lineRule="auto"/>
      </w:pPr>
      <w:r>
        <w:separator/>
      </w:r>
    </w:p>
  </w:footnote>
  <w:footnote w:type="continuationSeparator" w:id="0">
    <w:p w:rsidR="0047091A" w:rsidRDefault="0047091A" w:rsidP="003F22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4F81BD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2751F"/>
    <w:multiLevelType w:val="hybridMultilevel"/>
    <w:tmpl w:val="DE88B224"/>
    <w:lvl w:ilvl="0" w:tplc="A8427020">
      <w:start w:val="1"/>
      <w:numFmt w:val="decimal"/>
      <w:pStyle w:val="NumberedList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044"/>
    <w:rsid w:val="001E3C2E"/>
    <w:rsid w:val="0021009B"/>
    <w:rsid w:val="00310044"/>
    <w:rsid w:val="00341D54"/>
    <w:rsid w:val="003F03CA"/>
    <w:rsid w:val="003F22FE"/>
    <w:rsid w:val="0047091A"/>
    <w:rsid w:val="00473FA7"/>
    <w:rsid w:val="008B603F"/>
    <w:rsid w:val="008C1DFD"/>
    <w:rsid w:val="0093568C"/>
    <w:rsid w:val="009A5421"/>
    <w:rsid w:val="00A67B29"/>
    <w:rsid w:val="00AB03C9"/>
    <w:rsid w:val="00B764B8"/>
    <w:rsid w:val="00C52D7E"/>
    <w:rsid w:val="00C60CDF"/>
    <w:rsid w:val="00D721AA"/>
    <w:rsid w:val="00E6107D"/>
    <w:rsid w:val="00F5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Heading2">
    <w:name w:val="heading 2"/>
    <w:basedOn w:val="Normal"/>
    <w:next w:val="Normal"/>
    <w:qFormat/>
    <w:rsid w:val="00A67B29"/>
    <w:pPr>
      <w:spacing w:before="1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8C1DFD"/>
    <w:p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8B603F"/>
    <w:pPr>
      <w:outlineLvl w:val="3"/>
    </w:pPr>
    <w:rPr>
      <w:b/>
      <w:cap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NumberedList">
    <w:name w:val="Numbered List"/>
    <w:basedOn w:val="Normal"/>
    <w:rsid w:val="008C1DFD"/>
    <w:pPr>
      <w:numPr>
        <w:numId w:val="2"/>
      </w:numPr>
      <w:spacing w:after="120"/>
    </w:pPr>
    <w:rPr>
      <w:sz w:val="15"/>
    </w:rPr>
  </w:style>
  <w:style w:type="paragraph" w:styleId="Header">
    <w:name w:val="header"/>
    <w:basedOn w:val="Normal"/>
    <w:link w:val="HeaderChar"/>
    <w:rsid w:val="003F22FE"/>
    <w:pPr>
      <w:tabs>
        <w:tab w:val="center" w:pos="4680"/>
        <w:tab w:val="right" w:pos="9360"/>
      </w:tabs>
      <w:spacing w:line="240" w:lineRule="auto"/>
    </w:pPr>
  </w:style>
  <w:style w:type="paragraph" w:customStyle="1" w:styleId="CenteredHeading">
    <w:name w:val="Centered Heading"/>
    <w:basedOn w:val="Normal"/>
    <w:rsid w:val="00AB03C9"/>
    <w:pPr>
      <w:jc w:val="center"/>
    </w:pPr>
    <w:rPr>
      <w:b/>
      <w:sz w:val="16"/>
    </w:rPr>
  </w:style>
  <w:style w:type="paragraph" w:customStyle="1" w:styleId="RightAlignedHeading">
    <w:name w:val="Right Aligned Heading"/>
    <w:basedOn w:val="Normal"/>
    <w:rsid w:val="00AB03C9"/>
    <w:pPr>
      <w:jc w:val="right"/>
    </w:pPr>
    <w:rPr>
      <w:caps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3F22FE"/>
    <w:rPr>
      <w:rFonts w:ascii="Tahoma" w:hAnsi="Tahoma"/>
      <w:spacing w:val="4"/>
      <w:sz w:val="17"/>
      <w:szCs w:val="18"/>
    </w:rPr>
  </w:style>
  <w:style w:type="character" w:customStyle="1" w:styleId="Heading4Char">
    <w:name w:val="Heading 4 Char"/>
    <w:basedOn w:val="DefaultParagraphFont"/>
    <w:link w:val="Heading4"/>
    <w:rsid w:val="008B603F"/>
    <w:rPr>
      <w:rFonts w:ascii="Tahoma" w:hAnsi="Tahoma"/>
      <w:b/>
      <w:caps/>
      <w:spacing w:val="4"/>
      <w:sz w:val="16"/>
      <w:szCs w:val="16"/>
      <w:lang w:val="en-US" w:eastAsia="en-US" w:bidi="ar-SA"/>
    </w:rPr>
  </w:style>
  <w:style w:type="paragraph" w:styleId="Footer">
    <w:name w:val="footer"/>
    <w:basedOn w:val="Normal"/>
    <w:link w:val="FooterChar"/>
    <w:rsid w:val="003F22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22FE"/>
    <w:rPr>
      <w:rFonts w:ascii="Tahoma" w:hAnsi="Tahoma"/>
      <w:spacing w:val="4"/>
      <w:sz w:val="17"/>
      <w:szCs w:val="18"/>
    </w:rPr>
  </w:style>
  <w:style w:type="table" w:styleId="TableGrid">
    <w:name w:val="Table Grid"/>
    <w:basedOn w:val="TableNormal"/>
    <w:uiPriority w:val="1"/>
    <w:rsid w:val="00D721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rsid w:val="00D721AA"/>
    <w:pPr>
      <w:numPr>
        <w:numId w:val="3"/>
      </w:numPr>
      <w:spacing w:after="40" w:line="276" w:lineRule="auto"/>
    </w:pPr>
    <w:rPr>
      <w:rFonts w:asciiTheme="minorHAnsi" w:eastAsiaTheme="minorHAnsi" w:hAnsiTheme="minorHAnsi" w:cstheme="minorBidi"/>
      <w:spacing w:val="0"/>
      <w:sz w:val="14"/>
      <w:szCs w:val="22"/>
    </w:rPr>
  </w:style>
  <w:style w:type="paragraph" w:customStyle="1" w:styleId="SecondLevelList">
    <w:name w:val="Second Level List"/>
    <w:basedOn w:val="ListforInstructions"/>
    <w:qFormat/>
    <w:rsid w:val="00D721AA"/>
    <w:pPr>
      <w:numPr>
        <w:numId w:val="0"/>
      </w:numPr>
      <w:ind w:left="720"/>
    </w:pPr>
  </w:style>
  <w:style w:type="paragraph" w:customStyle="1" w:styleId="Address">
    <w:name w:val="Address"/>
    <w:basedOn w:val="Normal"/>
    <w:qFormat/>
    <w:rsid w:val="00D721AA"/>
    <w:pPr>
      <w:spacing w:line="240" w:lineRule="auto"/>
    </w:pPr>
    <w:rPr>
      <w:rFonts w:asciiTheme="minorHAnsi" w:eastAsiaTheme="minorHAnsi" w:hAnsiTheme="minorHAnsi" w:cstheme="minorBidi"/>
      <w:spacing w:val="0"/>
      <w:sz w:val="16"/>
      <w:szCs w:val="22"/>
    </w:rPr>
  </w:style>
  <w:style w:type="paragraph" w:customStyle="1" w:styleId="Copy">
    <w:name w:val="Copy"/>
    <w:basedOn w:val="Normal"/>
    <w:qFormat/>
    <w:rsid w:val="00D721AA"/>
    <w:pPr>
      <w:spacing w:line="240" w:lineRule="auto"/>
    </w:pPr>
    <w:rPr>
      <w:rFonts w:asciiTheme="minorHAnsi" w:eastAsiaTheme="minorHAnsi" w:hAnsiTheme="minorHAnsi" w:cstheme="minorBidi"/>
      <w:spacing w:val="0"/>
      <w:sz w:val="16"/>
      <w:szCs w:val="22"/>
    </w:rPr>
  </w:style>
  <w:style w:type="paragraph" w:customStyle="1" w:styleId="Copy-Bold">
    <w:name w:val="Copy - Bold"/>
    <w:basedOn w:val="Copy"/>
    <w:qFormat/>
    <w:rsid w:val="00D721AA"/>
    <w:rPr>
      <w:b/>
      <w:spacing w:val="8"/>
    </w:rPr>
  </w:style>
  <w:style w:type="paragraph" w:customStyle="1" w:styleId="CompanyName">
    <w:name w:val="Company Name"/>
    <w:basedOn w:val="Normal"/>
    <w:qFormat/>
    <w:rsid w:val="00D721AA"/>
    <w:pPr>
      <w:spacing w:before="40" w:line="240" w:lineRule="auto"/>
    </w:pPr>
    <w:rPr>
      <w:rFonts w:asciiTheme="majorHAnsi" w:eastAsiaTheme="minorHAnsi" w:hAnsiTheme="majorHAnsi" w:cstheme="minorBidi"/>
      <w:caps/>
      <w:spacing w:val="10"/>
      <w:sz w:val="20"/>
      <w:szCs w:val="22"/>
    </w:rPr>
  </w:style>
  <w:style w:type="paragraph" w:customStyle="1" w:styleId="Note">
    <w:name w:val="Note"/>
    <w:basedOn w:val="Copy"/>
    <w:qFormat/>
    <w:rsid w:val="00D721AA"/>
    <w:rPr>
      <w:i/>
    </w:rPr>
  </w:style>
  <w:style w:type="paragraph" w:customStyle="1" w:styleId="PurchaseOrderTitle">
    <w:name w:val="Purchase Order Title"/>
    <w:basedOn w:val="Normal"/>
    <w:qFormat/>
    <w:rsid w:val="00D721AA"/>
    <w:pPr>
      <w:spacing w:line="240" w:lineRule="auto"/>
      <w:jc w:val="right"/>
    </w:pPr>
    <w:rPr>
      <w:rFonts w:asciiTheme="majorHAnsi" w:eastAsiaTheme="minorHAnsi" w:hAnsiTheme="majorHAnsi" w:cstheme="minorBidi"/>
      <w:caps/>
      <w:color w:val="95B3D7" w:themeColor="accent1" w:themeTint="99"/>
      <w:spacing w:val="20"/>
      <w:sz w:val="32"/>
      <w:szCs w:val="22"/>
    </w:rPr>
  </w:style>
  <w:style w:type="paragraph" w:customStyle="1" w:styleId="CompanySlogan">
    <w:name w:val="Company Slogan"/>
    <w:basedOn w:val="Normal"/>
    <w:qFormat/>
    <w:rsid w:val="00D721AA"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</w:rPr>
  </w:style>
  <w:style w:type="paragraph" w:customStyle="1" w:styleId="ColumnHeading">
    <w:name w:val="Column Heading"/>
    <w:basedOn w:val="Normal"/>
    <w:qFormat/>
    <w:rsid w:val="00D721AA"/>
    <w:pPr>
      <w:spacing w:line="240" w:lineRule="auto"/>
    </w:pPr>
    <w:rPr>
      <w:rFonts w:asciiTheme="majorHAnsi" w:eastAsiaTheme="minorHAnsi" w:hAnsiTheme="majorHAnsi" w:cstheme="minorBidi"/>
      <w:caps/>
      <w:spacing w:val="20"/>
      <w:sz w:val="14"/>
      <w:szCs w:val="22"/>
    </w:rPr>
  </w:style>
  <w:style w:type="paragraph" w:customStyle="1" w:styleId="Italic">
    <w:name w:val="Italic"/>
    <w:basedOn w:val="Normal"/>
    <w:qFormat/>
    <w:rsid w:val="00D721AA"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Heading2">
    <w:name w:val="heading 2"/>
    <w:basedOn w:val="Normal"/>
    <w:next w:val="Normal"/>
    <w:qFormat/>
    <w:rsid w:val="00A67B29"/>
    <w:pPr>
      <w:spacing w:before="14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8C1DFD"/>
    <w:p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8B603F"/>
    <w:pPr>
      <w:outlineLvl w:val="3"/>
    </w:pPr>
    <w:rPr>
      <w:b/>
      <w:caps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NumberedList">
    <w:name w:val="Numbered List"/>
    <w:basedOn w:val="Normal"/>
    <w:rsid w:val="008C1DFD"/>
    <w:pPr>
      <w:numPr>
        <w:numId w:val="2"/>
      </w:numPr>
      <w:spacing w:after="120"/>
    </w:pPr>
    <w:rPr>
      <w:sz w:val="15"/>
    </w:rPr>
  </w:style>
  <w:style w:type="paragraph" w:styleId="Header">
    <w:name w:val="header"/>
    <w:basedOn w:val="Normal"/>
    <w:link w:val="HeaderChar"/>
    <w:rsid w:val="003F22FE"/>
    <w:pPr>
      <w:tabs>
        <w:tab w:val="center" w:pos="4680"/>
        <w:tab w:val="right" w:pos="9360"/>
      </w:tabs>
      <w:spacing w:line="240" w:lineRule="auto"/>
    </w:pPr>
  </w:style>
  <w:style w:type="paragraph" w:customStyle="1" w:styleId="CenteredHeading">
    <w:name w:val="Centered Heading"/>
    <w:basedOn w:val="Normal"/>
    <w:rsid w:val="00AB03C9"/>
    <w:pPr>
      <w:jc w:val="center"/>
    </w:pPr>
    <w:rPr>
      <w:b/>
      <w:sz w:val="16"/>
    </w:rPr>
  </w:style>
  <w:style w:type="paragraph" w:customStyle="1" w:styleId="RightAlignedHeading">
    <w:name w:val="Right Aligned Heading"/>
    <w:basedOn w:val="Normal"/>
    <w:rsid w:val="00AB03C9"/>
    <w:pPr>
      <w:jc w:val="right"/>
    </w:pPr>
    <w:rPr>
      <w:caps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3F22FE"/>
    <w:rPr>
      <w:rFonts w:ascii="Tahoma" w:hAnsi="Tahoma"/>
      <w:spacing w:val="4"/>
      <w:sz w:val="17"/>
      <w:szCs w:val="18"/>
    </w:rPr>
  </w:style>
  <w:style w:type="character" w:customStyle="1" w:styleId="Heading4Char">
    <w:name w:val="Heading 4 Char"/>
    <w:basedOn w:val="DefaultParagraphFont"/>
    <w:link w:val="Heading4"/>
    <w:rsid w:val="008B603F"/>
    <w:rPr>
      <w:rFonts w:ascii="Tahoma" w:hAnsi="Tahoma"/>
      <w:b/>
      <w:caps/>
      <w:spacing w:val="4"/>
      <w:sz w:val="16"/>
      <w:szCs w:val="16"/>
      <w:lang w:val="en-US" w:eastAsia="en-US" w:bidi="ar-SA"/>
    </w:rPr>
  </w:style>
  <w:style w:type="paragraph" w:styleId="Footer">
    <w:name w:val="footer"/>
    <w:basedOn w:val="Normal"/>
    <w:link w:val="FooterChar"/>
    <w:rsid w:val="003F22F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22FE"/>
    <w:rPr>
      <w:rFonts w:ascii="Tahoma" w:hAnsi="Tahoma"/>
      <w:spacing w:val="4"/>
      <w:sz w:val="17"/>
      <w:szCs w:val="18"/>
    </w:rPr>
  </w:style>
  <w:style w:type="table" w:styleId="TableGrid">
    <w:name w:val="Table Grid"/>
    <w:basedOn w:val="TableNormal"/>
    <w:uiPriority w:val="1"/>
    <w:rsid w:val="00D721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rsid w:val="00D721AA"/>
    <w:pPr>
      <w:numPr>
        <w:numId w:val="3"/>
      </w:numPr>
      <w:spacing w:after="40" w:line="276" w:lineRule="auto"/>
    </w:pPr>
    <w:rPr>
      <w:rFonts w:asciiTheme="minorHAnsi" w:eastAsiaTheme="minorHAnsi" w:hAnsiTheme="minorHAnsi" w:cstheme="minorBidi"/>
      <w:spacing w:val="0"/>
      <w:sz w:val="14"/>
      <w:szCs w:val="22"/>
    </w:rPr>
  </w:style>
  <w:style w:type="paragraph" w:customStyle="1" w:styleId="SecondLevelList">
    <w:name w:val="Second Level List"/>
    <w:basedOn w:val="ListforInstructions"/>
    <w:qFormat/>
    <w:rsid w:val="00D721AA"/>
    <w:pPr>
      <w:numPr>
        <w:numId w:val="0"/>
      </w:numPr>
      <w:ind w:left="720"/>
    </w:pPr>
  </w:style>
  <w:style w:type="paragraph" w:customStyle="1" w:styleId="Address">
    <w:name w:val="Address"/>
    <w:basedOn w:val="Normal"/>
    <w:qFormat/>
    <w:rsid w:val="00D721AA"/>
    <w:pPr>
      <w:spacing w:line="240" w:lineRule="auto"/>
    </w:pPr>
    <w:rPr>
      <w:rFonts w:asciiTheme="minorHAnsi" w:eastAsiaTheme="minorHAnsi" w:hAnsiTheme="minorHAnsi" w:cstheme="minorBidi"/>
      <w:spacing w:val="0"/>
      <w:sz w:val="16"/>
      <w:szCs w:val="22"/>
    </w:rPr>
  </w:style>
  <w:style w:type="paragraph" w:customStyle="1" w:styleId="Copy">
    <w:name w:val="Copy"/>
    <w:basedOn w:val="Normal"/>
    <w:qFormat/>
    <w:rsid w:val="00D721AA"/>
    <w:pPr>
      <w:spacing w:line="240" w:lineRule="auto"/>
    </w:pPr>
    <w:rPr>
      <w:rFonts w:asciiTheme="minorHAnsi" w:eastAsiaTheme="minorHAnsi" w:hAnsiTheme="minorHAnsi" w:cstheme="minorBidi"/>
      <w:spacing w:val="0"/>
      <w:sz w:val="16"/>
      <w:szCs w:val="22"/>
    </w:rPr>
  </w:style>
  <w:style w:type="paragraph" w:customStyle="1" w:styleId="Copy-Bold">
    <w:name w:val="Copy - Bold"/>
    <w:basedOn w:val="Copy"/>
    <w:qFormat/>
    <w:rsid w:val="00D721AA"/>
    <w:rPr>
      <w:b/>
      <w:spacing w:val="8"/>
    </w:rPr>
  </w:style>
  <w:style w:type="paragraph" w:customStyle="1" w:styleId="CompanyName">
    <w:name w:val="Company Name"/>
    <w:basedOn w:val="Normal"/>
    <w:qFormat/>
    <w:rsid w:val="00D721AA"/>
    <w:pPr>
      <w:spacing w:before="40" w:line="240" w:lineRule="auto"/>
    </w:pPr>
    <w:rPr>
      <w:rFonts w:asciiTheme="majorHAnsi" w:eastAsiaTheme="minorHAnsi" w:hAnsiTheme="majorHAnsi" w:cstheme="minorBidi"/>
      <w:caps/>
      <w:spacing w:val="10"/>
      <w:sz w:val="20"/>
      <w:szCs w:val="22"/>
    </w:rPr>
  </w:style>
  <w:style w:type="paragraph" w:customStyle="1" w:styleId="Note">
    <w:name w:val="Note"/>
    <w:basedOn w:val="Copy"/>
    <w:qFormat/>
    <w:rsid w:val="00D721AA"/>
    <w:rPr>
      <w:i/>
    </w:rPr>
  </w:style>
  <w:style w:type="paragraph" w:customStyle="1" w:styleId="PurchaseOrderTitle">
    <w:name w:val="Purchase Order Title"/>
    <w:basedOn w:val="Normal"/>
    <w:qFormat/>
    <w:rsid w:val="00D721AA"/>
    <w:pPr>
      <w:spacing w:line="240" w:lineRule="auto"/>
      <w:jc w:val="right"/>
    </w:pPr>
    <w:rPr>
      <w:rFonts w:asciiTheme="majorHAnsi" w:eastAsiaTheme="minorHAnsi" w:hAnsiTheme="majorHAnsi" w:cstheme="minorBidi"/>
      <w:caps/>
      <w:color w:val="95B3D7" w:themeColor="accent1" w:themeTint="99"/>
      <w:spacing w:val="20"/>
      <w:sz w:val="32"/>
      <w:szCs w:val="22"/>
    </w:rPr>
  </w:style>
  <w:style w:type="paragraph" w:customStyle="1" w:styleId="CompanySlogan">
    <w:name w:val="Company Slogan"/>
    <w:basedOn w:val="Normal"/>
    <w:qFormat/>
    <w:rsid w:val="00D721AA"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</w:rPr>
  </w:style>
  <w:style w:type="paragraph" w:customStyle="1" w:styleId="ColumnHeading">
    <w:name w:val="Column Heading"/>
    <w:basedOn w:val="Normal"/>
    <w:qFormat/>
    <w:rsid w:val="00D721AA"/>
    <w:pPr>
      <w:spacing w:line="240" w:lineRule="auto"/>
    </w:pPr>
    <w:rPr>
      <w:rFonts w:asciiTheme="majorHAnsi" w:eastAsiaTheme="minorHAnsi" w:hAnsiTheme="majorHAnsi" w:cstheme="minorBidi"/>
      <w:caps/>
      <w:spacing w:val="20"/>
      <w:sz w:val="14"/>
      <w:szCs w:val="22"/>
    </w:rPr>
  </w:style>
  <w:style w:type="paragraph" w:customStyle="1" w:styleId="Italic">
    <w:name w:val="Italic"/>
    <w:basedOn w:val="Normal"/>
    <w:qFormat/>
    <w:rsid w:val="00D721AA"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ce\AppData\Roaming\Microsoft\Templates\Purchase%20order%20with%20unit%20pric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952E6FA8584F6DA453B37F188A7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D1E20-A118-408C-8CB9-97C26DA1429C}"/>
      </w:docPartPr>
      <w:docPartBody>
        <w:p w:rsidR="00000000" w:rsidRDefault="00CF72EC" w:rsidP="00CF72EC">
          <w:pPr>
            <w:pStyle w:val="D3952E6FA8584F6DA453B37F188A7D5C"/>
          </w:pPr>
          <w:r>
            <w:t>[company name]</w:t>
          </w:r>
        </w:p>
      </w:docPartBody>
    </w:docPart>
    <w:docPart>
      <w:docPartPr>
        <w:name w:val="9F63DBD8C5B3485D97DAB186015BB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53E11-FA8F-4E63-9659-5FD454AB695B}"/>
      </w:docPartPr>
      <w:docPartBody>
        <w:p w:rsidR="00000000" w:rsidRDefault="00CF72EC" w:rsidP="00CF72EC">
          <w:pPr>
            <w:pStyle w:val="9F63DBD8C5B3485D97DAB186015BB497"/>
          </w:pPr>
          <w:r>
            <w:t>[Company Slogan]</w:t>
          </w:r>
        </w:p>
      </w:docPartBody>
    </w:docPart>
    <w:docPart>
      <w:docPartPr>
        <w:name w:val="9BE4FB066A834CBDAAA8E0CB97DA9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6B0EA9-5B37-4748-A6B6-798B2792FE0E}"/>
      </w:docPartPr>
      <w:docPartBody>
        <w:p w:rsidR="00000000" w:rsidRDefault="00CF72EC" w:rsidP="00CF72EC">
          <w:pPr>
            <w:pStyle w:val="9BE4FB066A834CBDAAA8E0CB97DA9E0A"/>
          </w:pPr>
          <w:r>
            <w:t>[Purchaser Name]</w:t>
          </w:r>
        </w:p>
      </w:docPartBody>
    </w:docPart>
    <w:docPart>
      <w:docPartPr>
        <w:name w:val="533498D41160436C9B3C225A56EB9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8B97A-BA83-4C4D-812F-2B0B02EDC5BA}"/>
      </w:docPartPr>
      <w:docPartBody>
        <w:p w:rsidR="00000000" w:rsidRDefault="00CF72EC" w:rsidP="00CF72EC">
          <w:pPr>
            <w:pStyle w:val="533498D41160436C9B3C225A56EB9164"/>
          </w:pPr>
          <w:r>
            <w:t>[Company Name]</w:t>
          </w:r>
        </w:p>
      </w:docPartBody>
    </w:docPart>
    <w:docPart>
      <w:docPartPr>
        <w:name w:val="E03B3A992B3543E59558E8683BB23E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91D06-DAA4-4F67-9DB2-183652E329E7}"/>
      </w:docPartPr>
      <w:docPartBody>
        <w:p w:rsidR="00000000" w:rsidRDefault="00CF72EC" w:rsidP="00CF72EC">
          <w:pPr>
            <w:pStyle w:val="E03B3A992B3543E59558E8683BB23E8F"/>
          </w:pPr>
          <w:r>
            <w:t>[Street Address]</w:t>
          </w:r>
        </w:p>
      </w:docPartBody>
    </w:docPart>
    <w:docPart>
      <w:docPartPr>
        <w:name w:val="D1E7DD588E3043E0A6423AF01C2A82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962D7-D000-4F14-AF95-6AE55A572590}"/>
      </w:docPartPr>
      <w:docPartBody>
        <w:p w:rsidR="00000000" w:rsidRDefault="00CF72EC" w:rsidP="00CF72EC">
          <w:pPr>
            <w:pStyle w:val="D1E7DD588E3043E0A6423AF01C2A826B"/>
          </w:pPr>
          <w:r>
            <w:t>[City, ST  ZIP Code]</w:t>
          </w:r>
        </w:p>
      </w:docPartBody>
    </w:docPart>
    <w:docPart>
      <w:docPartPr>
        <w:name w:val="3984B25A3F204078B2AA4036C0EF9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2AADA-190B-4DBE-9C4E-7949293866D0}"/>
      </w:docPartPr>
      <w:docPartBody>
        <w:p w:rsidR="00000000" w:rsidRDefault="00CF72EC" w:rsidP="00CF72EC">
          <w:pPr>
            <w:pStyle w:val="3984B25A3F204078B2AA4036C0EF9D97"/>
          </w:pPr>
          <w:r>
            <w:t xml:space="preserve">[Phone Number] </w:t>
          </w:r>
        </w:p>
      </w:docPartBody>
    </w:docPart>
    <w:docPart>
      <w:docPartPr>
        <w:name w:val="6AC81FB805614C18BF999C9489AE5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B82A3-A494-42E2-BBD3-0EC6EFFACD6E}"/>
      </w:docPartPr>
      <w:docPartBody>
        <w:p w:rsidR="00000000" w:rsidRDefault="00CF72EC" w:rsidP="00CF72EC">
          <w:pPr>
            <w:pStyle w:val="6AC81FB805614C18BF999C9489AE54A8"/>
          </w:pPr>
          <w:r>
            <w:t>[Recipient Name]</w:t>
          </w:r>
        </w:p>
      </w:docPartBody>
    </w:docPart>
    <w:docPart>
      <w:docPartPr>
        <w:name w:val="81A4620D0F1B42108FE6ABC389C7A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2B8C8E-66B7-468A-8D63-A28C1EA244A2}"/>
      </w:docPartPr>
      <w:docPartBody>
        <w:p w:rsidR="00000000" w:rsidRDefault="00CF72EC" w:rsidP="00CF72EC">
          <w:pPr>
            <w:pStyle w:val="81A4620D0F1B42108FE6ABC389C7A2BC"/>
          </w:pPr>
          <w:r>
            <w:t>[Company Name]</w:t>
          </w:r>
        </w:p>
      </w:docPartBody>
    </w:docPart>
    <w:docPart>
      <w:docPartPr>
        <w:name w:val="BE74A13E18FD47BA864A0352D92E2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ED475-1C75-4BE0-8883-C9B5801785B5}"/>
      </w:docPartPr>
      <w:docPartBody>
        <w:p w:rsidR="00000000" w:rsidRDefault="00CF72EC" w:rsidP="00CF72EC">
          <w:pPr>
            <w:pStyle w:val="BE74A13E18FD47BA864A0352D92E2BEB"/>
          </w:pPr>
          <w:r>
            <w:t>[Street Address]</w:t>
          </w:r>
        </w:p>
      </w:docPartBody>
    </w:docPart>
    <w:docPart>
      <w:docPartPr>
        <w:name w:val="532B56C560A94D008C46E71860A9D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C314E-B434-433A-BEB2-3312B965F21E}"/>
      </w:docPartPr>
      <w:docPartBody>
        <w:p w:rsidR="00000000" w:rsidRDefault="00CF72EC" w:rsidP="00CF72EC">
          <w:pPr>
            <w:pStyle w:val="532B56C560A94D008C46E71860A9D87F"/>
          </w:pPr>
          <w:r>
            <w:t>[City, ST  ZIP Code]</w:t>
          </w:r>
        </w:p>
      </w:docPartBody>
    </w:docPart>
    <w:docPart>
      <w:docPartPr>
        <w:name w:val="7A53DEF94B974DBE83685F55FAB0D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5F584-AC97-43F6-81BE-AB46CCBB8E8C}"/>
      </w:docPartPr>
      <w:docPartBody>
        <w:p w:rsidR="00000000" w:rsidRDefault="00CF72EC" w:rsidP="00CF72EC">
          <w:pPr>
            <w:pStyle w:val="7A53DEF94B974DBE83685F55FAB0DAC2"/>
          </w:pPr>
          <w:r>
            <w:t xml:space="preserve">[Phone Number] </w:t>
          </w:r>
        </w:p>
      </w:docPartBody>
    </w:docPart>
    <w:docPart>
      <w:docPartPr>
        <w:name w:val="88CF8BECF2F44D65A1E0AF3C6ED60E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2FE7B-595D-4595-8217-2349A6006CB5}"/>
      </w:docPartPr>
      <w:docPartBody>
        <w:p w:rsidR="00000000" w:rsidRDefault="00CF72EC" w:rsidP="00CF72EC">
          <w:pPr>
            <w:pStyle w:val="88CF8BECF2F44D65A1E0AF3C6ED60EA3"/>
          </w:pPr>
          <w:r>
            <w:t>[P.O. number]</w:t>
          </w:r>
        </w:p>
      </w:docPartBody>
    </w:docPart>
    <w:docPart>
      <w:docPartPr>
        <w:name w:val="AC37418491C6444F8124C89580FF69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09744-F896-4F62-B2EF-71352058C771}"/>
      </w:docPartPr>
      <w:docPartBody>
        <w:p w:rsidR="00000000" w:rsidRDefault="00CF72EC" w:rsidP="00CF72EC">
          <w:pPr>
            <w:pStyle w:val="AC37418491C6444F8124C89580FF6923"/>
          </w:pPr>
          <w:r>
            <w:t>Pick the Date</w:t>
          </w:r>
        </w:p>
      </w:docPartBody>
    </w:docPart>
    <w:docPart>
      <w:docPartPr>
        <w:name w:val="E3A2133101A4402FB89CF88520CABB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782F7-2D5B-453F-AD69-B38F56AD7F1E}"/>
      </w:docPartPr>
      <w:docPartBody>
        <w:p w:rsidR="00000000" w:rsidRDefault="00CF72EC" w:rsidP="00CF72EC">
          <w:pPr>
            <w:pStyle w:val="E3A2133101A4402FB89CF88520CABBED"/>
          </w:pPr>
          <w:r>
            <w:t>[Description of Item]</w:t>
          </w:r>
        </w:p>
      </w:docPartBody>
    </w:docPart>
    <w:docPart>
      <w:docPartPr>
        <w:name w:val="C7F26E8385EB4D1693173C2FBF2C0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264AC3-D3EF-44B3-9485-3AF6443ABB38}"/>
      </w:docPartPr>
      <w:docPartBody>
        <w:p w:rsidR="00000000" w:rsidRDefault="00CF72EC" w:rsidP="00CF72EC">
          <w:pPr>
            <w:pStyle w:val="C7F26E8385EB4D1693173C2FBF2C05C7"/>
          </w:pPr>
          <w:r>
            <w:t>[Your name]</w:t>
          </w:r>
        </w:p>
      </w:docPartBody>
    </w:docPart>
    <w:docPart>
      <w:docPartPr>
        <w:name w:val="61BEBAAECAE54FBBB755FA85E0EA5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51B3C-5D97-4F97-B333-49AB1F573F92}"/>
      </w:docPartPr>
      <w:docPartBody>
        <w:p w:rsidR="00000000" w:rsidRDefault="00CF72EC" w:rsidP="00CF72EC">
          <w:pPr>
            <w:pStyle w:val="61BEBAAECAE54FBBB755FA85E0EA5ABB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BDCE1814A62648C0A3C810919E1CD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4121A9-6403-46CE-92AB-50EBEB84E355}"/>
      </w:docPartPr>
      <w:docPartBody>
        <w:p w:rsidR="00000000" w:rsidRDefault="00CF72EC" w:rsidP="00CF72EC">
          <w:pPr>
            <w:pStyle w:val="BDCE1814A62648C0A3C810919E1CD964"/>
          </w:pPr>
          <w:r>
            <w:t>[Phone Number]</w:t>
          </w:r>
        </w:p>
      </w:docPartBody>
    </w:docPart>
    <w:docPart>
      <w:docPartPr>
        <w:name w:val="72718CC695824E14A45E91ED6DCEF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388648-9BDC-4D3A-95EE-73E06CE6D6E1}"/>
      </w:docPartPr>
      <w:docPartBody>
        <w:p w:rsidR="00000000" w:rsidRDefault="00CF72EC" w:rsidP="00CF72EC">
          <w:pPr>
            <w:pStyle w:val="72718CC695824E14A45E91ED6DCEFE13"/>
          </w:pPr>
          <w:r>
            <w:t>[Fax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2EC"/>
    <w:rsid w:val="00BE354C"/>
    <w:rsid w:val="00C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rsid w:val="00CF72EC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952E6FA8584F6DA453B37F188A7D5C">
    <w:name w:val="D3952E6FA8584F6DA453B37F188A7D5C"/>
    <w:rsid w:val="00CF72EC"/>
  </w:style>
  <w:style w:type="paragraph" w:customStyle="1" w:styleId="9F63DBD8C5B3485D97DAB186015BB497">
    <w:name w:val="9F63DBD8C5B3485D97DAB186015BB497"/>
    <w:rsid w:val="00CF72EC"/>
  </w:style>
  <w:style w:type="paragraph" w:customStyle="1" w:styleId="D51799B648BC4CD19B8EBBC815A478DA">
    <w:name w:val="D51799B648BC4CD19B8EBBC815A478DA"/>
    <w:rsid w:val="00CF72EC"/>
  </w:style>
  <w:style w:type="paragraph" w:customStyle="1" w:styleId="29585BC20A754A7395C4E1CC00E12F29">
    <w:name w:val="29585BC20A754A7395C4E1CC00E12F29"/>
    <w:rsid w:val="00CF72EC"/>
  </w:style>
  <w:style w:type="paragraph" w:customStyle="1" w:styleId="9EECB681875744A4B23224603F34CDD4">
    <w:name w:val="9EECB681875744A4B23224603F34CDD4"/>
    <w:rsid w:val="00CF72EC"/>
  </w:style>
  <w:style w:type="paragraph" w:customStyle="1" w:styleId="9BE4FB066A834CBDAAA8E0CB97DA9E0A">
    <w:name w:val="9BE4FB066A834CBDAAA8E0CB97DA9E0A"/>
    <w:rsid w:val="00CF72EC"/>
  </w:style>
  <w:style w:type="paragraph" w:customStyle="1" w:styleId="533498D41160436C9B3C225A56EB9164">
    <w:name w:val="533498D41160436C9B3C225A56EB9164"/>
    <w:rsid w:val="00CF72EC"/>
  </w:style>
  <w:style w:type="paragraph" w:customStyle="1" w:styleId="E03B3A992B3543E59558E8683BB23E8F">
    <w:name w:val="E03B3A992B3543E59558E8683BB23E8F"/>
    <w:rsid w:val="00CF72EC"/>
  </w:style>
  <w:style w:type="paragraph" w:customStyle="1" w:styleId="D1E7DD588E3043E0A6423AF01C2A826B">
    <w:name w:val="D1E7DD588E3043E0A6423AF01C2A826B"/>
    <w:rsid w:val="00CF72EC"/>
  </w:style>
  <w:style w:type="paragraph" w:customStyle="1" w:styleId="3984B25A3F204078B2AA4036C0EF9D97">
    <w:name w:val="3984B25A3F204078B2AA4036C0EF9D97"/>
    <w:rsid w:val="00CF72EC"/>
  </w:style>
  <w:style w:type="paragraph" w:customStyle="1" w:styleId="6AC81FB805614C18BF999C9489AE54A8">
    <w:name w:val="6AC81FB805614C18BF999C9489AE54A8"/>
    <w:rsid w:val="00CF72EC"/>
  </w:style>
  <w:style w:type="paragraph" w:customStyle="1" w:styleId="81A4620D0F1B42108FE6ABC389C7A2BC">
    <w:name w:val="81A4620D0F1B42108FE6ABC389C7A2BC"/>
    <w:rsid w:val="00CF72EC"/>
  </w:style>
  <w:style w:type="paragraph" w:customStyle="1" w:styleId="BE74A13E18FD47BA864A0352D92E2BEB">
    <w:name w:val="BE74A13E18FD47BA864A0352D92E2BEB"/>
    <w:rsid w:val="00CF72EC"/>
  </w:style>
  <w:style w:type="paragraph" w:customStyle="1" w:styleId="532B56C560A94D008C46E71860A9D87F">
    <w:name w:val="532B56C560A94D008C46E71860A9D87F"/>
    <w:rsid w:val="00CF72EC"/>
  </w:style>
  <w:style w:type="paragraph" w:customStyle="1" w:styleId="7A53DEF94B974DBE83685F55FAB0DAC2">
    <w:name w:val="7A53DEF94B974DBE83685F55FAB0DAC2"/>
    <w:rsid w:val="00CF72EC"/>
  </w:style>
  <w:style w:type="paragraph" w:customStyle="1" w:styleId="88CF8BECF2F44D65A1E0AF3C6ED60EA3">
    <w:name w:val="88CF8BECF2F44D65A1E0AF3C6ED60EA3"/>
    <w:rsid w:val="00CF72EC"/>
  </w:style>
  <w:style w:type="paragraph" w:customStyle="1" w:styleId="AC37418491C6444F8124C89580FF6923">
    <w:name w:val="AC37418491C6444F8124C89580FF6923"/>
    <w:rsid w:val="00CF72EC"/>
  </w:style>
  <w:style w:type="paragraph" w:customStyle="1" w:styleId="E3A2133101A4402FB89CF88520CABBED">
    <w:name w:val="E3A2133101A4402FB89CF88520CABBED"/>
    <w:rsid w:val="00CF72EC"/>
  </w:style>
  <w:style w:type="paragraph" w:customStyle="1" w:styleId="2A4B9877B9EF41B1B68F90BC820D249A">
    <w:name w:val="2A4B9877B9EF41B1B68F90BC820D249A"/>
    <w:rsid w:val="00CF72EC"/>
  </w:style>
  <w:style w:type="paragraph" w:customStyle="1" w:styleId="7566A6C3CF944D07AFA90D2655C19D1E">
    <w:name w:val="7566A6C3CF944D07AFA90D2655C19D1E"/>
    <w:rsid w:val="00CF72EC"/>
  </w:style>
  <w:style w:type="paragraph" w:customStyle="1" w:styleId="58A299CFE66C4389864080C5CD4DF29F">
    <w:name w:val="58A299CFE66C4389864080C5CD4DF29F"/>
    <w:rsid w:val="00CF72EC"/>
  </w:style>
  <w:style w:type="paragraph" w:customStyle="1" w:styleId="C7F26E8385EB4D1693173C2FBF2C05C7">
    <w:name w:val="C7F26E8385EB4D1693173C2FBF2C05C7"/>
    <w:rsid w:val="00CF72EC"/>
  </w:style>
  <w:style w:type="paragraph" w:customStyle="1" w:styleId="61BEBAAECAE54FBBB755FA85E0EA5ABB">
    <w:name w:val="61BEBAAECAE54FBBB755FA85E0EA5ABB"/>
    <w:rsid w:val="00CF72EC"/>
  </w:style>
  <w:style w:type="paragraph" w:customStyle="1" w:styleId="BDCE1814A62648C0A3C810919E1CD964">
    <w:name w:val="BDCE1814A62648C0A3C810919E1CD964"/>
    <w:rsid w:val="00CF72EC"/>
  </w:style>
  <w:style w:type="paragraph" w:customStyle="1" w:styleId="72718CC695824E14A45E91ED6DCEFE13">
    <w:name w:val="72718CC695824E14A45E91ED6DCEFE13"/>
    <w:rsid w:val="00CF72EC"/>
  </w:style>
  <w:style w:type="paragraph" w:customStyle="1" w:styleId="387A7D8B9D654DD093C21ABD240C8EC8">
    <w:name w:val="387A7D8B9D654DD093C21ABD240C8EC8"/>
    <w:rsid w:val="00CF72EC"/>
  </w:style>
  <w:style w:type="character" w:customStyle="1" w:styleId="Heading4Char">
    <w:name w:val="Heading 4 Char"/>
    <w:basedOn w:val="DefaultParagraphFont"/>
    <w:link w:val="Heading4"/>
    <w:uiPriority w:val="1"/>
    <w:rsid w:val="00CF72EC"/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</w:rPr>
  </w:style>
  <w:style w:type="paragraph" w:customStyle="1" w:styleId="DF2C216F814544B6B188B7AD0B631912">
    <w:name w:val="DF2C216F814544B6B188B7AD0B631912"/>
    <w:rsid w:val="00CF72EC"/>
  </w:style>
  <w:style w:type="paragraph" w:customStyle="1" w:styleId="16D159D9C4064E24BB389D4770B0C50D">
    <w:name w:val="16D159D9C4064E24BB389D4770B0C50D"/>
    <w:rsid w:val="00CF72EC"/>
  </w:style>
  <w:style w:type="paragraph" w:customStyle="1" w:styleId="4E361A43755A42A79544028633443F71">
    <w:name w:val="4E361A43755A42A79544028633443F71"/>
    <w:rsid w:val="00CF72EC"/>
  </w:style>
  <w:style w:type="paragraph" w:customStyle="1" w:styleId="52878A68F3E04E8E9D783F173C00FEFE">
    <w:name w:val="52878A68F3E04E8E9D783F173C00FEFE"/>
    <w:rsid w:val="00CF72EC"/>
  </w:style>
  <w:style w:type="paragraph" w:customStyle="1" w:styleId="B525F7D567694347899ED66E70650418">
    <w:name w:val="B525F7D567694347899ED66E70650418"/>
    <w:rsid w:val="00CF72EC"/>
  </w:style>
  <w:style w:type="paragraph" w:customStyle="1" w:styleId="3494318665F14D4B8D900B24EEE6E35A">
    <w:name w:val="3494318665F14D4B8D900B24EEE6E35A"/>
    <w:rsid w:val="00CF72EC"/>
  </w:style>
  <w:style w:type="paragraph" w:customStyle="1" w:styleId="419482B207704D858DCCE7BFC4B65D9D">
    <w:name w:val="419482B207704D858DCCE7BFC4B65D9D"/>
    <w:rsid w:val="00CF72EC"/>
  </w:style>
  <w:style w:type="paragraph" w:customStyle="1" w:styleId="0B94B9942B9C4CAAA65F09E7636088AB">
    <w:name w:val="0B94B9942B9C4CAAA65F09E7636088AB"/>
    <w:rsid w:val="00CF72EC"/>
  </w:style>
  <w:style w:type="paragraph" w:customStyle="1" w:styleId="DBD3AE9459DF46EE91C81129074556AC">
    <w:name w:val="DBD3AE9459DF46EE91C81129074556AC"/>
    <w:rsid w:val="00CF72EC"/>
  </w:style>
  <w:style w:type="paragraph" w:customStyle="1" w:styleId="BE7BAC61E8F84F43966DEC06EA99D388">
    <w:name w:val="BE7BAC61E8F84F43966DEC06EA99D388"/>
    <w:rsid w:val="00CF72EC"/>
  </w:style>
  <w:style w:type="paragraph" w:customStyle="1" w:styleId="907084190C7C4B3ABC3725DEC918A99A">
    <w:name w:val="907084190C7C4B3ABC3725DEC918A99A"/>
    <w:rsid w:val="00CF72EC"/>
  </w:style>
  <w:style w:type="paragraph" w:customStyle="1" w:styleId="CDE91B8ECBCB44E9A0F9D7C5EC54E370">
    <w:name w:val="CDE91B8ECBCB44E9A0F9D7C5EC54E370"/>
    <w:rsid w:val="00CF72EC"/>
  </w:style>
  <w:style w:type="paragraph" w:customStyle="1" w:styleId="0641B97E14164B49969A6CDD1420516E">
    <w:name w:val="0641B97E14164B49969A6CDD1420516E"/>
    <w:rsid w:val="00CF72EC"/>
  </w:style>
  <w:style w:type="paragraph" w:customStyle="1" w:styleId="BE21682A373F46DC91C5DA5ECCD2D601">
    <w:name w:val="BE21682A373F46DC91C5DA5ECCD2D601"/>
    <w:rsid w:val="00CF72EC"/>
  </w:style>
  <w:style w:type="paragraph" w:customStyle="1" w:styleId="DAC87113410F4F839427AC9FBB8E342C">
    <w:name w:val="DAC87113410F4F839427AC9FBB8E342C"/>
    <w:rsid w:val="00CF72EC"/>
  </w:style>
  <w:style w:type="paragraph" w:customStyle="1" w:styleId="08649F32233745FAA55BEDD63B06F0EC">
    <w:name w:val="08649F32233745FAA55BEDD63B06F0EC"/>
    <w:rsid w:val="00CF72EC"/>
  </w:style>
  <w:style w:type="paragraph" w:customStyle="1" w:styleId="7C291F889B32453BBB4811724DF11547">
    <w:name w:val="7C291F889B32453BBB4811724DF11547"/>
    <w:rsid w:val="00CF72EC"/>
  </w:style>
  <w:style w:type="paragraph" w:customStyle="1" w:styleId="6CAEAEB389BA4451ABDA2EE8239E2485">
    <w:name w:val="6CAEAEB389BA4451ABDA2EE8239E2485"/>
    <w:rsid w:val="00CF72EC"/>
  </w:style>
  <w:style w:type="paragraph" w:customStyle="1" w:styleId="4B408406CB4F4225A829CFA5160BC325">
    <w:name w:val="4B408406CB4F4225A829CFA5160BC325"/>
    <w:rsid w:val="00CF72EC"/>
  </w:style>
  <w:style w:type="paragraph" w:customStyle="1" w:styleId="F0E7A4A554D342208F9C9B4C10B57836">
    <w:name w:val="F0E7A4A554D342208F9C9B4C10B57836"/>
    <w:rsid w:val="00CF72EC"/>
  </w:style>
  <w:style w:type="paragraph" w:customStyle="1" w:styleId="56059D8FFBCB4744B58BB8AE9C90707C">
    <w:name w:val="56059D8FFBCB4744B58BB8AE9C90707C"/>
    <w:rsid w:val="00CF72EC"/>
  </w:style>
  <w:style w:type="paragraph" w:customStyle="1" w:styleId="24F251A9EFE0467A9B82F89FE5E72D88">
    <w:name w:val="24F251A9EFE0467A9B82F89FE5E72D88"/>
    <w:rsid w:val="00CF72EC"/>
  </w:style>
  <w:style w:type="paragraph" w:customStyle="1" w:styleId="53214E4E06B94E7DB4E2D0C43070C10E">
    <w:name w:val="53214E4E06B94E7DB4E2D0C43070C10E"/>
    <w:rsid w:val="00CF72EC"/>
  </w:style>
  <w:style w:type="paragraph" w:customStyle="1" w:styleId="B6AD0C21748B404DBB0F2EB2791174AB">
    <w:name w:val="B6AD0C21748B404DBB0F2EB2791174AB"/>
    <w:rsid w:val="00CF72EC"/>
  </w:style>
  <w:style w:type="paragraph" w:customStyle="1" w:styleId="D8C842DA487A4877B0A7B1EF38824799">
    <w:name w:val="D8C842DA487A4877B0A7B1EF38824799"/>
    <w:rsid w:val="00CF72EC"/>
  </w:style>
  <w:style w:type="paragraph" w:customStyle="1" w:styleId="95CF0136ABF447528B57550F8F45E23B">
    <w:name w:val="95CF0136ABF447528B57550F8F45E23B"/>
    <w:rsid w:val="00CF72EC"/>
  </w:style>
  <w:style w:type="paragraph" w:customStyle="1" w:styleId="95D827332E714743BA0F8DAC49812EAD">
    <w:name w:val="95D827332E714743BA0F8DAC49812EAD"/>
    <w:rsid w:val="00CF72EC"/>
  </w:style>
  <w:style w:type="paragraph" w:customStyle="1" w:styleId="60BA5C7CE83444889B71E6AD43EC4EF4">
    <w:name w:val="60BA5C7CE83444889B71E6AD43EC4EF4"/>
    <w:rsid w:val="00CF72EC"/>
  </w:style>
  <w:style w:type="paragraph" w:customStyle="1" w:styleId="C392485277C74FE586D0A1AEA40EE17B">
    <w:name w:val="C392485277C74FE586D0A1AEA40EE17B"/>
    <w:rsid w:val="00CF72EC"/>
  </w:style>
  <w:style w:type="paragraph" w:customStyle="1" w:styleId="99A9B7985E324B88BA55603E2C9C7D5E">
    <w:name w:val="99A9B7985E324B88BA55603E2C9C7D5E"/>
    <w:rsid w:val="00CF72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1"/>
    <w:qFormat/>
    <w:rsid w:val="00CF72EC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3952E6FA8584F6DA453B37F188A7D5C">
    <w:name w:val="D3952E6FA8584F6DA453B37F188A7D5C"/>
    <w:rsid w:val="00CF72EC"/>
  </w:style>
  <w:style w:type="paragraph" w:customStyle="1" w:styleId="9F63DBD8C5B3485D97DAB186015BB497">
    <w:name w:val="9F63DBD8C5B3485D97DAB186015BB497"/>
    <w:rsid w:val="00CF72EC"/>
  </w:style>
  <w:style w:type="paragraph" w:customStyle="1" w:styleId="D51799B648BC4CD19B8EBBC815A478DA">
    <w:name w:val="D51799B648BC4CD19B8EBBC815A478DA"/>
    <w:rsid w:val="00CF72EC"/>
  </w:style>
  <w:style w:type="paragraph" w:customStyle="1" w:styleId="29585BC20A754A7395C4E1CC00E12F29">
    <w:name w:val="29585BC20A754A7395C4E1CC00E12F29"/>
    <w:rsid w:val="00CF72EC"/>
  </w:style>
  <w:style w:type="paragraph" w:customStyle="1" w:styleId="9EECB681875744A4B23224603F34CDD4">
    <w:name w:val="9EECB681875744A4B23224603F34CDD4"/>
    <w:rsid w:val="00CF72EC"/>
  </w:style>
  <w:style w:type="paragraph" w:customStyle="1" w:styleId="9BE4FB066A834CBDAAA8E0CB97DA9E0A">
    <w:name w:val="9BE4FB066A834CBDAAA8E0CB97DA9E0A"/>
    <w:rsid w:val="00CF72EC"/>
  </w:style>
  <w:style w:type="paragraph" w:customStyle="1" w:styleId="533498D41160436C9B3C225A56EB9164">
    <w:name w:val="533498D41160436C9B3C225A56EB9164"/>
    <w:rsid w:val="00CF72EC"/>
  </w:style>
  <w:style w:type="paragraph" w:customStyle="1" w:styleId="E03B3A992B3543E59558E8683BB23E8F">
    <w:name w:val="E03B3A992B3543E59558E8683BB23E8F"/>
    <w:rsid w:val="00CF72EC"/>
  </w:style>
  <w:style w:type="paragraph" w:customStyle="1" w:styleId="D1E7DD588E3043E0A6423AF01C2A826B">
    <w:name w:val="D1E7DD588E3043E0A6423AF01C2A826B"/>
    <w:rsid w:val="00CF72EC"/>
  </w:style>
  <w:style w:type="paragraph" w:customStyle="1" w:styleId="3984B25A3F204078B2AA4036C0EF9D97">
    <w:name w:val="3984B25A3F204078B2AA4036C0EF9D97"/>
    <w:rsid w:val="00CF72EC"/>
  </w:style>
  <w:style w:type="paragraph" w:customStyle="1" w:styleId="6AC81FB805614C18BF999C9489AE54A8">
    <w:name w:val="6AC81FB805614C18BF999C9489AE54A8"/>
    <w:rsid w:val="00CF72EC"/>
  </w:style>
  <w:style w:type="paragraph" w:customStyle="1" w:styleId="81A4620D0F1B42108FE6ABC389C7A2BC">
    <w:name w:val="81A4620D0F1B42108FE6ABC389C7A2BC"/>
    <w:rsid w:val="00CF72EC"/>
  </w:style>
  <w:style w:type="paragraph" w:customStyle="1" w:styleId="BE74A13E18FD47BA864A0352D92E2BEB">
    <w:name w:val="BE74A13E18FD47BA864A0352D92E2BEB"/>
    <w:rsid w:val="00CF72EC"/>
  </w:style>
  <w:style w:type="paragraph" w:customStyle="1" w:styleId="532B56C560A94D008C46E71860A9D87F">
    <w:name w:val="532B56C560A94D008C46E71860A9D87F"/>
    <w:rsid w:val="00CF72EC"/>
  </w:style>
  <w:style w:type="paragraph" w:customStyle="1" w:styleId="7A53DEF94B974DBE83685F55FAB0DAC2">
    <w:name w:val="7A53DEF94B974DBE83685F55FAB0DAC2"/>
    <w:rsid w:val="00CF72EC"/>
  </w:style>
  <w:style w:type="paragraph" w:customStyle="1" w:styleId="88CF8BECF2F44D65A1E0AF3C6ED60EA3">
    <w:name w:val="88CF8BECF2F44D65A1E0AF3C6ED60EA3"/>
    <w:rsid w:val="00CF72EC"/>
  </w:style>
  <w:style w:type="paragraph" w:customStyle="1" w:styleId="AC37418491C6444F8124C89580FF6923">
    <w:name w:val="AC37418491C6444F8124C89580FF6923"/>
    <w:rsid w:val="00CF72EC"/>
  </w:style>
  <w:style w:type="paragraph" w:customStyle="1" w:styleId="E3A2133101A4402FB89CF88520CABBED">
    <w:name w:val="E3A2133101A4402FB89CF88520CABBED"/>
    <w:rsid w:val="00CF72EC"/>
  </w:style>
  <w:style w:type="paragraph" w:customStyle="1" w:styleId="2A4B9877B9EF41B1B68F90BC820D249A">
    <w:name w:val="2A4B9877B9EF41B1B68F90BC820D249A"/>
    <w:rsid w:val="00CF72EC"/>
  </w:style>
  <w:style w:type="paragraph" w:customStyle="1" w:styleId="7566A6C3CF944D07AFA90D2655C19D1E">
    <w:name w:val="7566A6C3CF944D07AFA90D2655C19D1E"/>
    <w:rsid w:val="00CF72EC"/>
  </w:style>
  <w:style w:type="paragraph" w:customStyle="1" w:styleId="58A299CFE66C4389864080C5CD4DF29F">
    <w:name w:val="58A299CFE66C4389864080C5CD4DF29F"/>
    <w:rsid w:val="00CF72EC"/>
  </w:style>
  <w:style w:type="paragraph" w:customStyle="1" w:styleId="C7F26E8385EB4D1693173C2FBF2C05C7">
    <w:name w:val="C7F26E8385EB4D1693173C2FBF2C05C7"/>
    <w:rsid w:val="00CF72EC"/>
  </w:style>
  <w:style w:type="paragraph" w:customStyle="1" w:styleId="61BEBAAECAE54FBBB755FA85E0EA5ABB">
    <w:name w:val="61BEBAAECAE54FBBB755FA85E0EA5ABB"/>
    <w:rsid w:val="00CF72EC"/>
  </w:style>
  <w:style w:type="paragraph" w:customStyle="1" w:styleId="BDCE1814A62648C0A3C810919E1CD964">
    <w:name w:val="BDCE1814A62648C0A3C810919E1CD964"/>
    <w:rsid w:val="00CF72EC"/>
  </w:style>
  <w:style w:type="paragraph" w:customStyle="1" w:styleId="72718CC695824E14A45E91ED6DCEFE13">
    <w:name w:val="72718CC695824E14A45E91ED6DCEFE13"/>
    <w:rsid w:val="00CF72EC"/>
  </w:style>
  <w:style w:type="paragraph" w:customStyle="1" w:styleId="387A7D8B9D654DD093C21ABD240C8EC8">
    <w:name w:val="387A7D8B9D654DD093C21ABD240C8EC8"/>
    <w:rsid w:val="00CF72EC"/>
  </w:style>
  <w:style w:type="character" w:customStyle="1" w:styleId="Heading4Char">
    <w:name w:val="Heading 4 Char"/>
    <w:basedOn w:val="DefaultParagraphFont"/>
    <w:link w:val="Heading4"/>
    <w:uiPriority w:val="1"/>
    <w:rsid w:val="00CF72EC"/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</w:rPr>
  </w:style>
  <w:style w:type="paragraph" w:customStyle="1" w:styleId="DF2C216F814544B6B188B7AD0B631912">
    <w:name w:val="DF2C216F814544B6B188B7AD0B631912"/>
    <w:rsid w:val="00CF72EC"/>
  </w:style>
  <w:style w:type="paragraph" w:customStyle="1" w:styleId="16D159D9C4064E24BB389D4770B0C50D">
    <w:name w:val="16D159D9C4064E24BB389D4770B0C50D"/>
    <w:rsid w:val="00CF72EC"/>
  </w:style>
  <w:style w:type="paragraph" w:customStyle="1" w:styleId="4E361A43755A42A79544028633443F71">
    <w:name w:val="4E361A43755A42A79544028633443F71"/>
    <w:rsid w:val="00CF72EC"/>
  </w:style>
  <w:style w:type="paragraph" w:customStyle="1" w:styleId="52878A68F3E04E8E9D783F173C00FEFE">
    <w:name w:val="52878A68F3E04E8E9D783F173C00FEFE"/>
    <w:rsid w:val="00CF72EC"/>
  </w:style>
  <w:style w:type="paragraph" w:customStyle="1" w:styleId="B525F7D567694347899ED66E70650418">
    <w:name w:val="B525F7D567694347899ED66E70650418"/>
    <w:rsid w:val="00CF72EC"/>
  </w:style>
  <w:style w:type="paragraph" w:customStyle="1" w:styleId="3494318665F14D4B8D900B24EEE6E35A">
    <w:name w:val="3494318665F14D4B8D900B24EEE6E35A"/>
    <w:rsid w:val="00CF72EC"/>
  </w:style>
  <w:style w:type="paragraph" w:customStyle="1" w:styleId="419482B207704D858DCCE7BFC4B65D9D">
    <w:name w:val="419482B207704D858DCCE7BFC4B65D9D"/>
    <w:rsid w:val="00CF72EC"/>
  </w:style>
  <w:style w:type="paragraph" w:customStyle="1" w:styleId="0B94B9942B9C4CAAA65F09E7636088AB">
    <w:name w:val="0B94B9942B9C4CAAA65F09E7636088AB"/>
    <w:rsid w:val="00CF72EC"/>
  </w:style>
  <w:style w:type="paragraph" w:customStyle="1" w:styleId="DBD3AE9459DF46EE91C81129074556AC">
    <w:name w:val="DBD3AE9459DF46EE91C81129074556AC"/>
    <w:rsid w:val="00CF72EC"/>
  </w:style>
  <w:style w:type="paragraph" w:customStyle="1" w:styleId="BE7BAC61E8F84F43966DEC06EA99D388">
    <w:name w:val="BE7BAC61E8F84F43966DEC06EA99D388"/>
    <w:rsid w:val="00CF72EC"/>
  </w:style>
  <w:style w:type="paragraph" w:customStyle="1" w:styleId="907084190C7C4B3ABC3725DEC918A99A">
    <w:name w:val="907084190C7C4B3ABC3725DEC918A99A"/>
    <w:rsid w:val="00CF72EC"/>
  </w:style>
  <w:style w:type="paragraph" w:customStyle="1" w:styleId="CDE91B8ECBCB44E9A0F9D7C5EC54E370">
    <w:name w:val="CDE91B8ECBCB44E9A0F9D7C5EC54E370"/>
    <w:rsid w:val="00CF72EC"/>
  </w:style>
  <w:style w:type="paragraph" w:customStyle="1" w:styleId="0641B97E14164B49969A6CDD1420516E">
    <w:name w:val="0641B97E14164B49969A6CDD1420516E"/>
    <w:rsid w:val="00CF72EC"/>
  </w:style>
  <w:style w:type="paragraph" w:customStyle="1" w:styleId="BE21682A373F46DC91C5DA5ECCD2D601">
    <w:name w:val="BE21682A373F46DC91C5DA5ECCD2D601"/>
    <w:rsid w:val="00CF72EC"/>
  </w:style>
  <w:style w:type="paragraph" w:customStyle="1" w:styleId="DAC87113410F4F839427AC9FBB8E342C">
    <w:name w:val="DAC87113410F4F839427AC9FBB8E342C"/>
    <w:rsid w:val="00CF72EC"/>
  </w:style>
  <w:style w:type="paragraph" w:customStyle="1" w:styleId="08649F32233745FAA55BEDD63B06F0EC">
    <w:name w:val="08649F32233745FAA55BEDD63B06F0EC"/>
    <w:rsid w:val="00CF72EC"/>
  </w:style>
  <w:style w:type="paragraph" w:customStyle="1" w:styleId="7C291F889B32453BBB4811724DF11547">
    <w:name w:val="7C291F889B32453BBB4811724DF11547"/>
    <w:rsid w:val="00CF72EC"/>
  </w:style>
  <w:style w:type="paragraph" w:customStyle="1" w:styleId="6CAEAEB389BA4451ABDA2EE8239E2485">
    <w:name w:val="6CAEAEB389BA4451ABDA2EE8239E2485"/>
    <w:rsid w:val="00CF72EC"/>
  </w:style>
  <w:style w:type="paragraph" w:customStyle="1" w:styleId="4B408406CB4F4225A829CFA5160BC325">
    <w:name w:val="4B408406CB4F4225A829CFA5160BC325"/>
    <w:rsid w:val="00CF72EC"/>
  </w:style>
  <w:style w:type="paragraph" w:customStyle="1" w:styleId="F0E7A4A554D342208F9C9B4C10B57836">
    <w:name w:val="F0E7A4A554D342208F9C9B4C10B57836"/>
    <w:rsid w:val="00CF72EC"/>
  </w:style>
  <w:style w:type="paragraph" w:customStyle="1" w:styleId="56059D8FFBCB4744B58BB8AE9C90707C">
    <w:name w:val="56059D8FFBCB4744B58BB8AE9C90707C"/>
    <w:rsid w:val="00CF72EC"/>
  </w:style>
  <w:style w:type="paragraph" w:customStyle="1" w:styleId="24F251A9EFE0467A9B82F89FE5E72D88">
    <w:name w:val="24F251A9EFE0467A9B82F89FE5E72D88"/>
    <w:rsid w:val="00CF72EC"/>
  </w:style>
  <w:style w:type="paragraph" w:customStyle="1" w:styleId="53214E4E06B94E7DB4E2D0C43070C10E">
    <w:name w:val="53214E4E06B94E7DB4E2D0C43070C10E"/>
    <w:rsid w:val="00CF72EC"/>
  </w:style>
  <w:style w:type="paragraph" w:customStyle="1" w:styleId="B6AD0C21748B404DBB0F2EB2791174AB">
    <w:name w:val="B6AD0C21748B404DBB0F2EB2791174AB"/>
    <w:rsid w:val="00CF72EC"/>
  </w:style>
  <w:style w:type="paragraph" w:customStyle="1" w:styleId="D8C842DA487A4877B0A7B1EF38824799">
    <w:name w:val="D8C842DA487A4877B0A7B1EF38824799"/>
    <w:rsid w:val="00CF72EC"/>
  </w:style>
  <w:style w:type="paragraph" w:customStyle="1" w:styleId="95CF0136ABF447528B57550F8F45E23B">
    <w:name w:val="95CF0136ABF447528B57550F8F45E23B"/>
    <w:rsid w:val="00CF72EC"/>
  </w:style>
  <w:style w:type="paragraph" w:customStyle="1" w:styleId="95D827332E714743BA0F8DAC49812EAD">
    <w:name w:val="95D827332E714743BA0F8DAC49812EAD"/>
    <w:rsid w:val="00CF72EC"/>
  </w:style>
  <w:style w:type="paragraph" w:customStyle="1" w:styleId="60BA5C7CE83444889B71E6AD43EC4EF4">
    <w:name w:val="60BA5C7CE83444889B71E6AD43EC4EF4"/>
    <w:rsid w:val="00CF72EC"/>
  </w:style>
  <w:style w:type="paragraph" w:customStyle="1" w:styleId="C392485277C74FE586D0A1AEA40EE17B">
    <w:name w:val="C392485277C74FE586D0A1AEA40EE17B"/>
    <w:rsid w:val="00CF72EC"/>
  </w:style>
  <w:style w:type="paragraph" w:customStyle="1" w:styleId="99A9B7985E324B88BA55603E2C9C7D5E">
    <w:name w:val="99A9B7985E324B88BA55603E2C9C7D5E"/>
    <w:rsid w:val="00CF72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DAA4A-D0CF-4EAB-8305-62788F22D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Purchase order with unit price.dot</Template>
  <TotalTime>17</TotalTime>
  <Pages>3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Garfield COunty school district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Janece</dc:creator>
  <cp:lastModifiedBy>Janece</cp:lastModifiedBy>
  <cp:revision>3</cp:revision>
  <cp:lastPrinted>2004-04-07T15:57:00Z</cp:lastPrinted>
  <dcterms:created xsi:type="dcterms:W3CDTF">2012-10-25T03:14:00Z</dcterms:created>
  <dcterms:modified xsi:type="dcterms:W3CDTF">2012-10-25T03:32:00Z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TC010185541033</vt:lpwstr>
  </property>
</Properties>
</file>